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6C247D" w:rsidRPr="00FC2C26" w:rsidTr="006F66ED">
        <w:trPr>
          <w:trHeight w:val="1418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bookmarkStart w:id="0" w:name="_GoBack"/>
          <w:bookmarkEnd w:id="0"/>
          <w:p w:rsidR="006C247D" w:rsidRPr="00FC2C26" w:rsidRDefault="006C247D" w:rsidP="00C178DE">
            <w:pPr>
              <w:jc w:val="center"/>
              <w:rPr>
                <w:highlight w:val="yellow"/>
              </w:rPr>
            </w:pPr>
            <w:r w:rsidRPr="00FC2C26">
              <w:rPr>
                <w:highlight w:val="yellow"/>
              </w:rPr>
              <w:object w:dxaOrig="677" w:dyaOrig="86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70.5pt" o:ole="" fillcolor="window">
                  <v:imagedata r:id="rId8" o:title=""/>
                </v:shape>
                <o:OLEObject Type="Embed" ProgID="Word.Picture.8" ShapeID="_x0000_i1025" DrawAspect="Content" ObjectID="_1807967747" r:id="rId9"/>
              </w:object>
            </w:r>
          </w:p>
        </w:tc>
      </w:tr>
      <w:tr w:rsidR="006C247D" w:rsidRPr="00CF4938" w:rsidTr="006F66ED">
        <w:trPr>
          <w:trHeight w:val="1134"/>
        </w:trPr>
        <w:tc>
          <w:tcPr>
            <w:tcW w:w="946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C247D" w:rsidRPr="00CF4938" w:rsidRDefault="006C247D" w:rsidP="00C178DE">
            <w:pPr>
              <w:pStyle w:val="2"/>
              <w:rPr>
                <w:szCs w:val="28"/>
              </w:rPr>
            </w:pPr>
            <w:r w:rsidRPr="00CF4938">
              <w:rPr>
                <w:szCs w:val="28"/>
              </w:rPr>
              <w:t>Оренбургская область</w:t>
            </w:r>
          </w:p>
          <w:p w:rsidR="006C247D" w:rsidRPr="00CF4938" w:rsidRDefault="006C247D" w:rsidP="00C178DE">
            <w:pPr>
              <w:pStyle w:val="a5"/>
              <w:widowControl/>
              <w:rPr>
                <w:szCs w:val="28"/>
              </w:rPr>
            </w:pPr>
            <w:r w:rsidRPr="00CF4938">
              <w:rPr>
                <w:szCs w:val="28"/>
              </w:rPr>
              <w:t xml:space="preserve">Орский городской Совет депутатов </w:t>
            </w:r>
          </w:p>
          <w:p w:rsidR="006C247D" w:rsidRPr="00CF4938" w:rsidRDefault="006C247D" w:rsidP="00C178DE">
            <w:pPr>
              <w:pStyle w:val="2"/>
              <w:spacing w:line="360" w:lineRule="auto"/>
              <w:rPr>
                <w:caps/>
                <w:sz w:val="32"/>
                <w:szCs w:val="32"/>
              </w:rPr>
            </w:pPr>
            <w:r w:rsidRPr="00CF4938">
              <w:rPr>
                <w:caps/>
                <w:sz w:val="32"/>
                <w:szCs w:val="32"/>
              </w:rPr>
              <w:t>Решение</w:t>
            </w:r>
          </w:p>
          <w:p w:rsidR="006C247D" w:rsidRPr="00CF4938" w:rsidRDefault="006C247D" w:rsidP="00C178DE">
            <w:pPr>
              <w:pStyle w:val="a3"/>
              <w:tabs>
                <w:tab w:val="left" w:pos="708"/>
              </w:tabs>
            </w:pPr>
          </w:p>
        </w:tc>
      </w:tr>
      <w:tr w:rsidR="006C247D" w:rsidRPr="00CF4938" w:rsidTr="006F66ED">
        <w:trPr>
          <w:trHeight w:val="30"/>
        </w:trPr>
        <w:tc>
          <w:tcPr>
            <w:tcW w:w="946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C247D" w:rsidRPr="00CF4938" w:rsidRDefault="009F3B2C" w:rsidP="009F3B2C">
            <w:pPr>
              <w:pStyle w:val="a3"/>
              <w:tabs>
                <w:tab w:val="left" w:pos="708"/>
              </w:tabs>
              <w:spacing w:before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</w:t>
            </w:r>
          </w:p>
        </w:tc>
      </w:tr>
      <w:tr w:rsidR="006C247D" w:rsidRPr="00CF4938" w:rsidTr="006F66ED">
        <w:trPr>
          <w:cantSplit/>
          <w:trHeight w:val="1071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6C247D" w:rsidRPr="00CF4938" w:rsidRDefault="006C247D" w:rsidP="00AA1B6B"/>
        </w:tc>
      </w:tr>
    </w:tbl>
    <w:p w:rsidR="006C247D" w:rsidRPr="00CF4938" w:rsidRDefault="006C247D" w:rsidP="00C178DE">
      <w:pPr>
        <w:jc w:val="both"/>
        <w:rPr>
          <w:rFonts w:ascii="Times New Roman" w:hAnsi="Times New Roman"/>
        </w:rPr>
      </w:pPr>
    </w:p>
    <w:p w:rsidR="004164EE" w:rsidRPr="00CF4938" w:rsidRDefault="004164EE" w:rsidP="004164EE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CF4938">
        <w:rPr>
          <w:rFonts w:ascii="Times New Roman" w:hAnsi="Times New Roman" w:cs="Times New Roman"/>
          <w:sz w:val="28"/>
          <w:szCs w:val="28"/>
        </w:rPr>
        <w:t>«Об исполнении бюджета города</w:t>
      </w:r>
      <w:r w:rsidR="00CA4DB3" w:rsidRPr="00CF4938">
        <w:rPr>
          <w:rFonts w:ascii="Times New Roman" w:hAnsi="Times New Roman" w:cs="Times New Roman"/>
          <w:sz w:val="28"/>
          <w:szCs w:val="28"/>
        </w:rPr>
        <w:t xml:space="preserve"> Орска</w:t>
      </w:r>
      <w:r w:rsidRPr="00CF4938">
        <w:rPr>
          <w:rFonts w:ascii="Times New Roman" w:hAnsi="Times New Roman" w:cs="Times New Roman"/>
          <w:sz w:val="28"/>
          <w:szCs w:val="28"/>
        </w:rPr>
        <w:t xml:space="preserve"> за 20</w:t>
      </w:r>
      <w:r w:rsidR="0037599F" w:rsidRPr="00CF4938">
        <w:rPr>
          <w:rFonts w:ascii="Times New Roman" w:hAnsi="Times New Roman" w:cs="Times New Roman"/>
          <w:sz w:val="28"/>
          <w:szCs w:val="28"/>
        </w:rPr>
        <w:t>2</w:t>
      </w:r>
      <w:r w:rsidR="00DA7E29">
        <w:rPr>
          <w:rFonts w:ascii="Times New Roman" w:hAnsi="Times New Roman" w:cs="Times New Roman"/>
          <w:sz w:val="28"/>
          <w:szCs w:val="28"/>
        </w:rPr>
        <w:t>4</w:t>
      </w:r>
      <w:r w:rsidRPr="00CF4938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D800F2" w:rsidRPr="00CF4938" w:rsidRDefault="00D800F2" w:rsidP="004164EE">
      <w:pPr>
        <w:jc w:val="center"/>
        <w:rPr>
          <w:rFonts w:ascii="Times New Roman" w:hAnsi="Times New Roman"/>
          <w:b/>
        </w:rPr>
      </w:pPr>
    </w:p>
    <w:p w:rsidR="00AA5B17" w:rsidRPr="00CF4938" w:rsidRDefault="00AA5B17" w:rsidP="00DA7E29">
      <w:pPr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F4938">
        <w:rPr>
          <w:rFonts w:ascii="Times New Roman" w:hAnsi="Times New Roman"/>
          <w:sz w:val="28"/>
          <w:szCs w:val="28"/>
        </w:rPr>
        <w:t>В соответствии с Положением «О бюджетном процессе в городе Орске», руководствуясь статьями 27, 4</w:t>
      </w:r>
      <w:r w:rsidR="00B61105" w:rsidRPr="00CF4938">
        <w:rPr>
          <w:rFonts w:ascii="Times New Roman" w:hAnsi="Times New Roman"/>
          <w:sz w:val="28"/>
          <w:szCs w:val="28"/>
        </w:rPr>
        <w:t>7</w:t>
      </w:r>
      <w:r w:rsidRPr="00CF4938">
        <w:rPr>
          <w:rFonts w:ascii="Times New Roman" w:hAnsi="Times New Roman"/>
          <w:sz w:val="28"/>
          <w:szCs w:val="28"/>
        </w:rPr>
        <w:t xml:space="preserve"> Устава </w:t>
      </w:r>
      <w:r w:rsidR="00F628D9">
        <w:rPr>
          <w:rFonts w:ascii="Times New Roman" w:hAnsi="Times New Roman"/>
          <w:sz w:val="28"/>
          <w:szCs w:val="28"/>
        </w:rPr>
        <w:t>муниципального образования «Г</w:t>
      </w:r>
      <w:r w:rsidRPr="00CF4938">
        <w:rPr>
          <w:rFonts w:ascii="Times New Roman" w:hAnsi="Times New Roman"/>
          <w:sz w:val="28"/>
          <w:szCs w:val="28"/>
        </w:rPr>
        <w:t>ород Орск</w:t>
      </w:r>
      <w:r w:rsidR="00F628D9">
        <w:rPr>
          <w:rFonts w:ascii="Times New Roman" w:hAnsi="Times New Roman"/>
          <w:sz w:val="28"/>
          <w:szCs w:val="28"/>
        </w:rPr>
        <w:t>»</w:t>
      </w:r>
      <w:r w:rsidRPr="00CF4938">
        <w:rPr>
          <w:rFonts w:ascii="Times New Roman" w:hAnsi="Times New Roman"/>
          <w:sz w:val="28"/>
          <w:szCs w:val="28"/>
        </w:rPr>
        <w:t>, Орский городской Совет депутатов решил:</w:t>
      </w:r>
    </w:p>
    <w:p w:rsidR="00AA5B17" w:rsidRPr="00F628D9" w:rsidRDefault="00AA5B17" w:rsidP="00DA7E29">
      <w:pPr>
        <w:pStyle w:val="ConsPlusNormal"/>
        <w:widowControl/>
        <w:numPr>
          <w:ilvl w:val="0"/>
          <w:numId w:val="4"/>
        </w:numPr>
        <w:tabs>
          <w:tab w:val="left" w:pos="851"/>
          <w:tab w:val="left" w:pos="1134"/>
        </w:tabs>
        <w:spacing w:line="276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628D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0B1334" w:rsidRPr="00F628D9">
        <w:rPr>
          <w:rFonts w:ascii="Times New Roman" w:hAnsi="Times New Roman" w:cs="Times New Roman"/>
          <w:sz w:val="28"/>
          <w:szCs w:val="28"/>
        </w:rPr>
        <w:t>отчет</w:t>
      </w:r>
      <w:r w:rsidRPr="00F628D9">
        <w:rPr>
          <w:rFonts w:ascii="Times New Roman" w:hAnsi="Times New Roman" w:cs="Times New Roman"/>
          <w:sz w:val="28"/>
          <w:szCs w:val="28"/>
        </w:rPr>
        <w:t xml:space="preserve"> об исполнении </w:t>
      </w:r>
      <w:r w:rsidR="001C2DAF" w:rsidRPr="00F628D9">
        <w:rPr>
          <w:rFonts w:ascii="Times New Roman" w:hAnsi="Times New Roman" w:cs="Times New Roman"/>
          <w:sz w:val="28"/>
          <w:szCs w:val="28"/>
        </w:rPr>
        <w:t>бюджета города</w:t>
      </w:r>
      <w:r w:rsidR="00CA4DB3" w:rsidRPr="00F628D9">
        <w:rPr>
          <w:rFonts w:ascii="Times New Roman" w:hAnsi="Times New Roman" w:cs="Times New Roman"/>
          <w:sz w:val="28"/>
          <w:szCs w:val="28"/>
        </w:rPr>
        <w:t xml:space="preserve"> Орска </w:t>
      </w:r>
      <w:r w:rsidRPr="00F628D9">
        <w:rPr>
          <w:rFonts w:ascii="Times New Roman" w:hAnsi="Times New Roman" w:cs="Times New Roman"/>
          <w:sz w:val="28"/>
          <w:szCs w:val="28"/>
        </w:rPr>
        <w:t>(далее – городской бюджет, бюджет города) за 20</w:t>
      </w:r>
      <w:r w:rsidR="0037599F" w:rsidRPr="00F628D9">
        <w:rPr>
          <w:rFonts w:ascii="Times New Roman" w:hAnsi="Times New Roman" w:cs="Times New Roman"/>
          <w:sz w:val="28"/>
          <w:szCs w:val="28"/>
        </w:rPr>
        <w:t>2</w:t>
      </w:r>
      <w:r w:rsidR="00DA7E29" w:rsidRPr="00F628D9">
        <w:rPr>
          <w:rFonts w:ascii="Times New Roman" w:hAnsi="Times New Roman" w:cs="Times New Roman"/>
          <w:sz w:val="28"/>
          <w:szCs w:val="28"/>
        </w:rPr>
        <w:t>4</w:t>
      </w:r>
      <w:r w:rsidRPr="00F628D9">
        <w:rPr>
          <w:rFonts w:ascii="Times New Roman" w:hAnsi="Times New Roman" w:cs="Times New Roman"/>
          <w:sz w:val="28"/>
          <w:szCs w:val="28"/>
        </w:rPr>
        <w:t xml:space="preserve"> год, с показателями:</w:t>
      </w:r>
    </w:p>
    <w:p w:rsidR="00AA5B17" w:rsidRPr="00F628D9" w:rsidRDefault="00AA5B17" w:rsidP="00DA7E29">
      <w:pPr>
        <w:pStyle w:val="ConsPlusNormal"/>
        <w:tabs>
          <w:tab w:val="left" w:pos="851"/>
          <w:tab w:val="left" w:pos="1134"/>
        </w:tabs>
        <w:spacing w:line="276" w:lineRule="auto"/>
        <w:ind w:left="68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F628D9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686"/>
        <w:gridCol w:w="2693"/>
        <w:gridCol w:w="2410"/>
      </w:tblGrid>
      <w:tr w:rsidR="00B736BF" w:rsidRPr="00F628D9" w:rsidTr="00B736BF">
        <w:tc>
          <w:tcPr>
            <w:tcW w:w="567" w:type="dxa"/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6" w:type="dxa"/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693" w:type="dxa"/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2410" w:type="dxa"/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B736BF" w:rsidRPr="00F628D9" w:rsidTr="00B736BF">
        <w:tc>
          <w:tcPr>
            <w:tcW w:w="567" w:type="dxa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736BF" w:rsidRPr="00F628D9" w:rsidTr="00B736BF">
        <w:tc>
          <w:tcPr>
            <w:tcW w:w="567" w:type="dxa"/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2693" w:type="dxa"/>
            <w:vAlign w:val="center"/>
          </w:tcPr>
          <w:p w:rsidR="00B736BF" w:rsidRPr="00F628D9" w:rsidRDefault="00B379A9" w:rsidP="00DA7E29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F628D9">
              <w:rPr>
                <w:rFonts w:ascii="Times New Roman" w:hAnsi="Times New Roman"/>
              </w:rPr>
              <w:t>9 064 804 127,45</w:t>
            </w:r>
          </w:p>
        </w:tc>
        <w:tc>
          <w:tcPr>
            <w:tcW w:w="2410" w:type="dxa"/>
            <w:vAlign w:val="center"/>
          </w:tcPr>
          <w:p w:rsidR="00B736BF" w:rsidRPr="00F628D9" w:rsidRDefault="00EA4AB3" w:rsidP="00DA7E29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F628D9">
              <w:rPr>
                <w:rFonts w:ascii="Times New Roman" w:hAnsi="Times New Roman"/>
                <w:color w:val="000000"/>
              </w:rPr>
              <w:t>10 286 440 477,37</w:t>
            </w:r>
          </w:p>
        </w:tc>
      </w:tr>
      <w:tr w:rsidR="00B736BF" w:rsidRPr="00F628D9" w:rsidTr="00B736BF">
        <w:tc>
          <w:tcPr>
            <w:tcW w:w="567" w:type="dxa"/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2693" w:type="dxa"/>
            <w:vAlign w:val="bottom"/>
          </w:tcPr>
          <w:p w:rsidR="00B736BF" w:rsidRPr="00F628D9" w:rsidRDefault="00EA4AB3" w:rsidP="00DA7E2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628D9">
              <w:rPr>
                <w:rFonts w:ascii="Times New Roman" w:hAnsi="Times New Roman"/>
              </w:rPr>
              <w:t>10 865 381 788,64</w:t>
            </w:r>
          </w:p>
        </w:tc>
        <w:tc>
          <w:tcPr>
            <w:tcW w:w="2410" w:type="dxa"/>
            <w:vAlign w:val="bottom"/>
          </w:tcPr>
          <w:p w:rsidR="00B736BF" w:rsidRPr="00F628D9" w:rsidRDefault="00EA4AB3" w:rsidP="00DA7E2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628D9">
              <w:rPr>
                <w:rFonts w:ascii="Times New Roman" w:hAnsi="Times New Roman"/>
              </w:rPr>
              <w:t>9 917 425 979,20</w:t>
            </w:r>
          </w:p>
        </w:tc>
      </w:tr>
      <w:tr w:rsidR="00B736BF" w:rsidRPr="00F628D9" w:rsidTr="00B736BF">
        <w:tc>
          <w:tcPr>
            <w:tcW w:w="567" w:type="dxa"/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</w:p>
        </w:tc>
        <w:tc>
          <w:tcPr>
            <w:tcW w:w="2693" w:type="dxa"/>
            <w:vAlign w:val="center"/>
          </w:tcPr>
          <w:p w:rsidR="00B736BF" w:rsidRPr="00F628D9" w:rsidRDefault="00EA4AB3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463 618 718,63</w:t>
            </w:r>
          </w:p>
        </w:tc>
        <w:tc>
          <w:tcPr>
            <w:tcW w:w="2410" w:type="dxa"/>
            <w:vAlign w:val="center"/>
          </w:tcPr>
          <w:p w:rsidR="00B736BF" w:rsidRPr="00F628D9" w:rsidRDefault="00CF4938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778F0" w:rsidRPr="00F628D9" w:rsidTr="00B736BF">
        <w:tc>
          <w:tcPr>
            <w:tcW w:w="567" w:type="dxa"/>
            <w:vAlign w:val="center"/>
          </w:tcPr>
          <w:p w:rsidR="006778F0" w:rsidRPr="00F628D9" w:rsidRDefault="006778F0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vAlign w:val="center"/>
          </w:tcPr>
          <w:p w:rsidR="006778F0" w:rsidRPr="00F628D9" w:rsidRDefault="006778F0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</w:p>
        </w:tc>
        <w:tc>
          <w:tcPr>
            <w:tcW w:w="2693" w:type="dxa"/>
            <w:vAlign w:val="center"/>
          </w:tcPr>
          <w:p w:rsidR="006778F0" w:rsidRPr="00F628D9" w:rsidRDefault="00CF4938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  <w:vAlign w:val="center"/>
          </w:tcPr>
          <w:p w:rsidR="006778F0" w:rsidRPr="00F628D9" w:rsidRDefault="00EA4AB3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369 014 498,17</w:t>
            </w:r>
          </w:p>
        </w:tc>
      </w:tr>
      <w:tr w:rsidR="00B736BF" w:rsidRPr="00F628D9" w:rsidTr="00DA7E29">
        <w:trPr>
          <w:trHeight w:val="759"/>
        </w:trPr>
        <w:tc>
          <w:tcPr>
            <w:tcW w:w="567" w:type="dxa"/>
            <w:vAlign w:val="center"/>
          </w:tcPr>
          <w:p w:rsidR="00B736BF" w:rsidRPr="00F628D9" w:rsidRDefault="006778F0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обязательства</w:t>
            </w:r>
          </w:p>
        </w:tc>
        <w:tc>
          <w:tcPr>
            <w:tcW w:w="2693" w:type="dxa"/>
            <w:vAlign w:val="center"/>
          </w:tcPr>
          <w:p w:rsidR="00B736BF" w:rsidRPr="00F628D9" w:rsidRDefault="00025CB5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60 177 052,14</w:t>
            </w:r>
          </w:p>
        </w:tc>
        <w:tc>
          <w:tcPr>
            <w:tcW w:w="2410" w:type="dxa"/>
            <w:vAlign w:val="center"/>
          </w:tcPr>
          <w:p w:rsidR="00B736BF" w:rsidRPr="00F628D9" w:rsidRDefault="00025CB5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56 303 415,37</w:t>
            </w:r>
          </w:p>
        </w:tc>
      </w:tr>
      <w:tr w:rsidR="00B736BF" w:rsidRPr="00F628D9" w:rsidTr="00B736BF">
        <w:tc>
          <w:tcPr>
            <w:tcW w:w="567" w:type="dxa"/>
            <w:vAlign w:val="center"/>
          </w:tcPr>
          <w:p w:rsidR="00B736BF" w:rsidRPr="00F628D9" w:rsidRDefault="006778F0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получаемые из других бюджетов</w:t>
            </w:r>
          </w:p>
        </w:tc>
        <w:tc>
          <w:tcPr>
            <w:tcW w:w="2693" w:type="dxa"/>
            <w:vAlign w:val="center"/>
          </w:tcPr>
          <w:p w:rsidR="00B736BF" w:rsidRPr="00F628D9" w:rsidRDefault="006D2C76" w:rsidP="00991630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28D9">
              <w:rPr>
                <w:rFonts w:ascii="Times New Roman" w:hAnsi="Times New Roman"/>
                <w:color w:val="000000" w:themeColor="text1"/>
              </w:rPr>
              <w:t>6 212 </w:t>
            </w:r>
            <w:r w:rsidR="00991630" w:rsidRPr="00F628D9">
              <w:rPr>
                <w:rFonts w:ascii="Times New Roman" w:hAnsi="Times New Roman"/>
                <w:color w:val="000000" w:themeColor="text1"/>
              </w:rPr>
              <w:t>4</w:t>
            </w:r>
            <w:r w:rsidRPr="00F628D9">
              <w:rPr>
                <w:rFonts w:ascii="Times New Roman" w:hAnsi="Times New Roman"/>
                <w:color w:val="000000" w:themeColor="text1"/>
              </w:rPr>
              <w:t>16 497,90</w:t>
            </w:r>
          </w:p>
        </w:tc>
        <w:tc>
          <w:tcPr>
            <w:tcW w:w="2410" w:type="dxa"/>
            <w:vAlign w:val="center"/>
          </w:tcPr>
          <w:p w:rsidR="00B736BF" w:rsidRPr="00F628D9" w:rsidRDefault="006D2C76" w:rsidP="00DA7E29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28D9">
              <w:rPr>
                <w:rFonts w:ascii="Times New Roman" w:hAnsi="Times New Roman"/>
                <w:color w:val="000000" w:themeColor="text1"/>
              </w:rPr>
              <w:t>7 211 924 876,35</w:t>
            </w:r>
          </w:p>
        </w:tc>
      </w:tr>
      <w:tr w:rsidR="00B736BF" w:rsidRPr="00F628D9" w:rsidTr="00B736BF">
        <w:tc>
          <w:tcPr>
            <w:tcW w:w="567" w:type="dxa"/>
            <w:vAlign w:val="center"/>
          </w:tcPr>
          <w:p w:rsidR="00B736BF" w:rsidRPr="00F628D9" w:rsidRDefault="006778F0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B736BF" w:rsidRPr="00F628D9" w:rsidRDefault="00B736BF" w:rsidP="001B7EF6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Верхний предел муниципального долга на 01.01.20</w:t>
            </w:r>
            <w:r w:rsidR="00A63174" w:rsidRPr="00F62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7EF6" w:rsidRPr="00F628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36BF" w:rsidRPr="00F628D9" w:rsidRDefault="001B7EF6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206 578 425,00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36BF" w:rsidRPr="00F628D9" w:rsidRDefault="001B7EF6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206 578 425,00</w:t>
            </w:r>
          </w:p>
        </w:tc>
      </w:tr>
      <w:tr w:rsidR="00B736BF" w:rsidRPr="00F628D9" w:rsidTr="00B736BF">
        <w:tc>
          <w:tcPr>
            <w:tcW w:w="567" w:type="dxa"/>
            <w:vMerge w:val="restart"/>
            <w:tcBorders>
              <w:right w:val="single" w:sz="4" w:space="0" w:color="auto"/>
            </w:tcBorders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6BF" w:rsidRPr="00F628D9" w:rsidTr="00CF4938"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верхний предел</w:t>
            </w:r>
            <w:r w:rsidR="00CA4DB3" w:rsidRPr="00F628D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 xml:space="preserve"> долга по муниципальным гарантиям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BF" w:rsidRPr="00F628D9" w:rsidRDefault="00CF4938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BF" w:rsidRPr="00F628D9" w:rsidRDefault="00CF4938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736BF" w:rsidRPr="00F628D9" w:rsidTr="00B736BF">
        <w:tc>
          <w:tcPr>
            <w:tcW w:w="567" w:type="dxa"/>
            <w:vAlign w:val="center"/>
          </w:tcPr>
          <w:p w:rsidR="00B736BF" w:rsidRPr="00F628D9" w:rsidRDefault="006778F0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B736BF" w:rsidRPr="00F628D9" w:rsidRDefault="00B736BF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6778F0" w:rsidRPr="00F628D9" w:rsidRDefault="001B7EF6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423 566,00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B736BF" w:rsidRPr="00F628D9" w:rsidRDefault="00CF4938" w:rsidP="00DA7E29">
            <w:pPr>
              <w:pStyle w:val="ConsPlusNormal"/>
              <w:tabs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D9">
              <w:rPr>
                <w:rFonts w:ascii="Times New Roman" w:hAnsi="Times New Roman" w:cs="Times New Roman"/>
                <w:sz w:val="24"/>
                <w:szCs w:val="24"/>
              </w:rPr>
              <w:t>275 437,90</w:t>
            </w:r>
          </w:p>
        </w:tc>
      </w:tr>
    </w:tbl>
    <w:p w:rsidR="00AA5B17" w:rsidRPr="00F628D9" w:rsidRDefault="00AA5B17" w:rsidP="00DA7E29">
      <w:pPr>
        <w:pStyle w:val="ConsPlusNormal"/>
        <w:tabs>
          <w:tab w:val="left" w:pos="851"/>
          <w:tab w:val="left" w:pos="1134"/>
        </w:tabs>
        <w:spacing w:line="276" w:lineRule="auto"/>
        <w:ind w:left="680" w:firstLine="0"/>
        <w:rPr>
          <w:rFonts w:ascii="Times New Roman" w:hAnsi="Times New Roman" w:cs="Times New Roman"/>
          <w:sz w:val="28"/>
          <w:szCs w:val="28"/>
        </w:rPr>
      </w:pPr>
    </w:p>
    <w:p w:rsidR="00AA5B17" w:rsidRPr="00F628D9" w:rsidRDefault="00AA5B17" w:rsidP="00DA7E29">
      <w:pPr>
        <w:pStyle w:val="ConsPlusNormal"/>
        <w:tabs>
          <w:tab w:val="left" w:pos="851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8D9">
        <w:rPr>
          <w:rFonts w:ascii="Times New Roman" w:hAnsi="Times New Roman" w:cs="Times New Roman"/>
          <w:sz w:val="28"/>
          <w:szCs w:val="28"/>
        </w:rPr>
        <w:t xml:space="preserve">2. Утвердить следующие показатели отчета об исполнении бюджета города за </w:t>
      </w:r>
      <w:r w:rsidRPr="00F628D9">
        <w:rPr>
          <w:rFonts w:ascii="Times New Roman" w:hAnsi="Times New Roman" w:cs="Times New Roman"/>
          <w:sz w:val="28"/>
          <w:szCs w:val="28"/>
        </w:rPr>
        <w:lastRenderedPageBreak/>
        <w:t>20</w:t>
      </w:r>
      <w:r w:rsidR="00E159D9" w:rsidRPr="00F628D9">
        <w:rPr>
          <w:rFonts w:ascii="Times New Roman" w:hAnsi="Times New Roman" w:cs="Times New Roman"/>
          <w:sz w:val="28"/>
          <w:szCs w:val="28"/>
        </w:rPr>
        <w:t>2</w:t>
      </w:r>
      <w:r w:rsidR="00DA7E29" w:rsidRPr="00F628D9">
        <w:rPr>
          <w:rFonts w:ascii="Times New Roman" w:hAnsi="Times New Roman" w:cs="Times New Roman"/>
          <w:sz w:val="28"/>
          <w:szCs w:val="28"/>
        </w:rPr>
        <w:t>4</w:t>
      </w:r>
      <w:r w:rsidRPr="00F628D9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A5B17" w:rsidRPr="00F628D9" w:rsidRDefault="005D69A3" w:rsidP="00DA7E29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8D9">
        <w:rPr>
          <w:rFonts w:ascii="Times New Roman" w:hAnsi="Times New Roman" w:cs="Times New Roman"/>
          <w:sz w:val="28"/>
          <w:szCs w:val="28"/>
        </w:rPr>
        <w:t>2.1</w:t>
      </w:r>
      <w:r w:rsidR="00AA5B17" w:rsidRPr="00F628D9">
        <w:rPr>
          <w:rFonts w:ascii="Times New Roman" w:hAnsi="Times New Roman" w:cs="Times New Roman"/>
          <w:sz w:val="28"/>
          <w:szCs w:val="28"/>
        </w:rPr>
        <w:t xml:space="preserve">. </w:t>
      </w:r>
      <w:r w:rsidR="00AA5B17" w:rsidRPr="00F628D9">
        <w:rPr>
          <w:rFonts w:ascii="Times New Roman" w:hAnsi="Times New Roman"/>
          <w:sz w:val="28"/>
          <w:szCs w:val="28"/>
        </w:rPr>
        <w:t>По доходам городского бюджета за 20</w:t>
      </w:r>
      <w:r w:rsidR="0037599F" w:rsidRPr="00F628D9">
        <w:rPr>
          <w:rFonts w:ascii="Times New Roman" w:hAnsi="Times New Roman"/>
          <w:sz w:val="28"/>
          <w:szCs w:val="28"/>
        </w:rPr>
        <w:t>2</w:t>
      </w:r>
      <w:r w:rsidR="00DA7E29" w:rsidRPr="00F628D9">
        <w:rPr>
          <w:rFonts w:ascii="Times New Roman" w:hAnsi="Times New Roman"/>
          <w:sz w:val="28"/>
          <w:szCs w:val="28"/>
        </w:rPr>
        <w:t>4</w:t>
      </w:r>
      <w:r w:rsidR="000B1334" w:rsidRPr="00F628D9">
        <w:rPr>
          <w:rFonts w:ascii="Times New Roman" w:hAnsi="Times New Roman"/>
          <w:sz w:val="28"/>
          <w:szCs w:val="28"/>
        </w:rPr>
        <w:t>год по</w:t>
      </w:r>
      <w:r w:rsidR="00AA5B17" w:rsidRPr="00F628D9">
        <w:rPr>
          <w:rFonts w:ascii="Times New Roman" w:hAnsi="Times New Roman"/>
          <w:sz w:val="28"/>
          <w:szCs w:val="28"/>
        </w:rPr>
        <w:t xml:space="preserve"> кодам классификации доходов б</w:t>
      </w:r>
      <w:r w:rsidR="00DF032C" w:rsidRPr="00F628D9">
        <w:rPr>
          <w:rFonts w:ascii="Times New Roman" w:hAnsi="Times New Roman"/>
          <w:sz w:val="28"/>
          <w:szCs w:val="28"/>
        </w:rPr>
        <w:t>юджетов</w:t>
      </w:r>
      <w:r w:rsidRPr="00F628D9">
        <w:rPr>
          <w:rFonts w:ascii="Times New Roman" w:hAnsi="Times New Roman"/>
          <w:sz w:val="28"/>
          <w:szCs w:val="28"/>
        </w:rPr>
        <w:t xml:space="preserve"> согласно приложению № 1</w:t>
      </w:r>
      <w:r w:rsidR="00AA5B17" w:rsidRPr="00F628D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AA5B17" w:rsidRPr="00F628D9" w:rsidRDefault="005D69A3" w:rsidP="00DA7E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8D9">
        <w:rPr>
          <w:rFonts w:ascii="Times New Roman" w:hAnsi="Times New Roman" w:cs="Times New Roman"/>
          <w:sz w:val="28"/>
          <w:szCs w:val="28"/>
        </w:rPr>
        <w:t>2.2</w:t>
      </w:r>
      <w:r w:rsidR="00AA5B17" w:rsidRPr="00F628D9">
        <w:rPr>
          <w:rFonts w:ascii="Times New Roman" w:hAnsi="Times New Roman" w:cs="Times New Roman"/>
          <w:sz w:val="28"/>
          <w:szCs w:val="28"/>
        </w:rPr>
        <w:t>. По расход</w:t>
      </w:r>
      <w:r w:rsidR="00F90F6D" w:rsidRPr="00F628D9">
        <w:rPr>
          <w:rFonts w:ascii="Times New Roman" w:hAnsi="Times New Roman" w:cs="Times New Roman"/>
          <w:sz w:val="28"/>
          <w:szCs w:val="28"/>
        </w:rPr>
        <w:t>ам</w:t>
      </w:r>
      <w:r w:rsidR="00171A3F" w:rsidRPr="00F628D9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AA5B17" w:rsidRPr="00F628D9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171A3F" w:rsidRPr="00F628D9">
        <w:rPr>
          <w:rFonts w:ascii="Times New Roman" w:hAnsi="Times New Roman" w:cs="Times New Roman"/>
          <w:sz w:val="28"/>
          <w:szCs w:val="28"/>
        </w:rPr>
        <w:t xml:space="preserve">за </w:t>
      </w:r>
      <w:r w:rsidR="00AA5B17" w:rsidRPr="00F628D9">
        <w:rPr>
          <w:rFonts w:ascii="Times New Roman" w:hAnsi="Times New Roman" w:cs="Times New Roman"/>
          <w:sz w:val="28"/>
          <w:szCs w:val="28"/>
        </w:rPr>
        <w:t>20</w:t>
      </w:r>
      <w:r w:rsidR="0037599F" w:rsidRPr="00F628D9">
        <w:rPr>
          <w:rFonts w:ascii="Times New Roman" w:hAnsi="Times New Roman" w:cs="Times New Roman"/>
          <w:sz w:val="28"/>
          <w:szCs w:val="28"/>
        </w:rPr>
        <w:t>2</w:t>
      </w:r>
      <w:r w:rsidR="00DA7E29" w:rsidRPr="00F628D9">
        <w:rPr>
          <w:rFonts w:ascii="Times New Roman" w:hAnsi="Times New Roman" w:cs="Times New Roman"/>
          <w:sz w:val="28"/>
          <w:szCs w:val="28"/>
        </w:rPr>
        <w:t>4</w:t>
      </w:r>
      <w:r w:rsidR="00AA5B17" w:rsidRPr="00F628D9">
        <w:rPr>
          <w:rFonts w:ascii="Times New Roman" w:hAnsi="Times New Roman" w:cs="Times New Roman"/>
          <w:sz w:val="28"/>
          <w:szCs w:val="28"/>
        </w:rPr>
        <w:t xml:space="preserve"> год по разделам</w:t>
      </w:r>
      <w:r w:rsidR="00171A3F" w:rsidRPr="00F628D9">
        <w:rPr>
          <w:rFonts w:ascii="Times New Roman" w:hAnsi="Times New Roman" w:cs="Times New Roman"/>
          <w:sz w:val="28"/>
          <w:szCs w:val="28"/>
        </w:rPr>
        <w:t xml:space="preserve"> и</w:t>
      </w:r>
      <w:r w:rsidR="00AA5B17" w:rsidRPr="00F628D9">
        <w:rPr>
          <w:rFonts w:ascii="Times New Roman" w:hAnsi="Times New Roman" w:cs="Times New Roman"/>
          <w:sz w:val="28"/>
          <w:szCs w:val="28"/>
        </w:rPr>
        <w:t xml:space="preserve"> подразделам классификации </w:t>
      </w:r>
      <w:r w:rsidR="000B1334" w:rsidRPr="00F628D9">
        <w:rPr>
          <w:rFonts w:ascii="Times New Roman" w:hAnsi="Times New Roman" w:cs="Times New Roman"/>
          <w:sz w:val="28"/>
          <w:szCs w:val="28"/>
        </w:rPr>
        <w:t>расходов бюджетов</w:t>
      </w:r>
      <w:r w:rsidRPr="00F628D9">
        <w:rPr>
          <w:rFonts w:ascii="Times New Roman" w:hAnsi="Times New Roman" w:cs="Times New Roman"/>
          <w:sz w:val="28"/>
          <w:szCs w:val="28"/>
        </w:rPr>
        <w:t xml:space="preserve"> согласно приложению № 2</w:t>
      </w:r>
      <w:r w:rsidR="00AA5B17" w:rsidRPr="00F628D9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DF08D1" w:rsidRPr="00F628D9">
        <w:rPr>
          <w:rFonts w:ascii="Times New Roman" w:hAnsi="Times New Roman" w:cs="Times New Roman"/>
          <w:sz w:val="28"/>
          <w:szCs w:val="28"/>
        </w:rPr>
        <w:t>.</w:t>
      </w:r>
    </w:p>
    <w:p w:rsidR="00AA5B17" w:rsidRPr="00F628D9" w:rsidRDefault="005D69A3" w:rsidP="00DA7E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8D9">
        <w:rPr>
          <w:rFonts w:ascii="Times New Roman" w:hAnsi="Times New Roman" w:cs="Times New Roman"/>
          <w:sz w:val="28"/>
          <w:szCs w:val="28"/>
        </w:rPr>
        <w:t>2.3</w:t>
      </w:r>
      <w:r w:rsidR="00AA5B17" w:rsidRPr="00F628D9">
        <w:rPr>
          <w:rFonts w:ascii="Times New Roman" w:hAnsi="Times New Roman" w:cs="Times New Roman"/>
          <w:sz w:val="28"/>
          <w:szCs w:val="28"/>
        </w:rPr>
        <w:t xml:space="preserve">. По </w:t>
      </w:r>
      <w:r w:rsidR="00F90F6D" w:rsidRPr="00F628D9">
        <w:rPr>
          <w:rFonts w:ascii="Times New Roman" w:hAnsi="Times New Roman" w:cs="Times New Roman"/>
          <w:sz w:val="28"/>
          <w:szCs w:val="28"/>
        </w:rPr>
        <w:t xml:space="preserve">расходам городского бюджета по </w:t>
      </w:r>
      <w:r w:rsidR="00AA5B17" w:rsidRPr="00F628D9">
        <w:rPr>
          <w:rFonts w:ascii="Times New Roman" w:hAnsi="Times New Roman" w:cs="Times New Roman"/>
          <w:sz w:val="28"/>
          <w:szCs w:val="28"/>
        </w:rPr>
        <w:t>ведомственной структуре расходов бюджета города за 20</w:t>
      </w:r>
      <w:r w:rsidR="0037599F" w:rsidRPr="00F628D9">
        <w:rPr>
          <w:rFonts w:ascii="Times New Roman" w:hAnsi="Times New Roman" w:cs="Times New Roman"/>
          <w:sz w:val="28"/>
          <w:szCs w:val="28"/>
        </w:rPr>
        <w:t>2</w:t>
      </w:r>
      <w:r w:rsidR="00DA7E29" w:rsidRPr="00F628D9">
        <w:rPr>
          <w:rFonts w:ascii="Times New Roman" w:hAnsi="Times New Roman" w:cs="Times New Roman"/>
          <w:sz w:val="28"/>
          <w:szCs w:val="28"/>
        </w:rPr>
        <w:t>4</w:t>
      </w:r>
      <w:r w:rsidR="000B1334" w:rsidRPr="00F628D9">
        <w:rPr>
          <w:rFonts w:ascii="Times New Roman" w:hAnsi="Times New Roman" w:cs="Times New Roman"/>
          <w:sz w:val="28"/>
          <w:szCs w:val="28"/>
        </w:rPr>
        <w:t>год согласно</w:t>
      </w:r>
      <w:r w:rsidRPr="00F628D9">
        <w:rPr>
          <w:rFonts w:ascii="Times New Roman" w:hAnsi="Times New Roman" w:cs="Times New Roman"/>
          <w:sz w:val="28"/>
          <w:szCs w:val="28"/>
        </w:rPr>
        <w:t xml:space="preserve"> приложению № 3</w:t>
      </w:r>
      <w:r w:rsidR="00AA5B17" w:rsidRPr="00F628D9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DF08D1" w:rsidRPr="00F628D9">
        <w:rPr>
          <w:rFonts w:ascii="Times New Roman" w:hAnsi="Times New Roman" w:cs="Times New Roman"/>
          <w:sz w:val="28"/>
          <w:szCs w:val="28"/>
        </w:rPr>
        <w:t>.</w:t>
      </w:r>
    </w:p>
    <w:p w:rsidR="00AA5B17" w:rsidRPr="00F628D9" w:rsidRDefault="00AA5B17" w:rsidP="00DA7E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8D9">
        <w:rPr>
          <w:rFonts w:ascii="Times New Roman" w:hAnsi="Times New Roman"/>
          <w:sz w:val="28"/>
          <w:szCs w:val="28"/>
        </w:rPr>
        <w:t>2.</w:t>
      </w:r>
      <w:r w:rsidR="005D69A3" w:rsidRPr="00F628D9">
        <w:rPr>
          <w:rFonts w:ascii="Times New Roman" w:hAnsi="Times New Roman"/>
          <w:sz w:val="28"/>
          <w:szCs w:val="28"/>
        </w:rPr>
        <w:t>4</w:t>
      </w:r>
      <w:r w:rsidRPr="00F628D9">
        <w:rPr>
          <w:rFonts w:ascii="Times New Roman" w:hAnsi="Times New Roman"/>
          <w:sz w:val="28"/>
          <w:szCs w:val="28"/>
        </w:rPr>
        <w:t>. По источникам финансирования дефицита городского бюджета за 20</w:t>
      </w:r>
      <w:r w:rsidR="0012017F" w:rsidRPr="00F628D9">
        <w:rPr>
          <w:rFonts w:ascii="Times New Roman" w:hAnsi="Times New Roman"/>
          <w:sz w:val="28"/>
          <w:szCs w:val="28"/>
        </w:rPr>
        <w:t>2</w:t>
      </w:r>
      <w:r w:rsidR="00DA7E29" w:rsidRPr="00F628D9">
        <w:rPr>
          <w:rFonts w:ascii="Times New Roman" w:hAnsi="Times New Roman"/>
          <w:sz w:val="28"/>
          <w:szCs w:val="28"/>
        </w:rPr>
        <w:t>4</w:t>
      </w:r>
      <w:r w:rsidRPr="00F628D9">
        <w:rPr>
          <w:rFonts w:ascii="Times New Roman" w:hAnsi="Times New Roman"/>
          <w:sz w:val="28"/>
          <w:szCs w:val="28"/>
        </w:rPr>
        <w:t xml:space="preserve"> год по кодам классификации источников финансирования дефицит</w:t>
      </w:r>
      <w:r w:rsidR="00F90F6D" w:rsidRPr="00F628D9">
        <w:rPr>
          <w:rFonts w:ascii="Times New Roman" w:hAnsi="Times New Roman"/>
          <w:sz w:val="28"/>
          <w:szCs w:val="28"/>
        </w:rPr>
        <w:t>ов</w:t>
      </w:r>
      <w:r w:rsidRPr="00F628D9">
        <w:rPr>
          <w:rFonts w:ascii="Times New Roman" w:hAnsi="Times New Roman"/>
          <w:sz w:val="28"/>
          <w:szCs w:val="28"/>
        </w:rPr>
        <w:t xml:space="preserve"> бюджет</w:t>
      </w:r>
      <w:r w:rsidR="00F90F6D" w:rsidRPr="00F628D9">
        <w:rPr>
          <w:rFonts w:ascii="Times New Roman" w:hAnsi="Times New Roman"/>
          <w:sz w:val="28"/>
          <w:szCs w:val="28"/>
        </w:rPr>
        <w:t>ов</w:t>
      </w:r>
      <w:r w:rsidRPr="00F628D9">
        <w:rPr>
          <w:rFonts w:ascii="Times New Roman" w:hAnsi="Times New Roman"/>
          <w:sz w:val="28"/>
          <w:szCs w:val="28"/>
        </w:rPr>
        <w:t xml:space="preserve">, согласно приложению № </w:t>
      </w:r>
      <w:r w:rsidR="00C75183" w:rsidRPr="00F628D9">
        <w:rPr>
          <w:rFonts w:ascii="Times New Roman" w:hAnsi="Times New Roman"/>
          <w:sz w:val="28"/>
          <w:szCs w:val="28"/>
        </w:rPr>
        <w:t>4</w:t>
      </w:r>
      <w:r w:rsidRPr="00F628D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5152D" w:rsidRPr="00F628D9" w:rsidRDefault="00AA5B17" w:rsidP="00DA7E29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8D9">
        <w:rPr>
          <w:rFonts w:ascii="Times New Roman" w:hAnsi="Times New Roman" w:cs="Times New Roman"/>
          <w:sz w:val="28"/>
          <w:szCs w:val="28"/>
        </w:rPr>
        <w:tab/>
      </w:r>
      <w:r w:rsidR="00DB22BB" w:rsidRPr="00F628D9">
        <w:rPr>
          <w:rFonts w:ascii="Times New Roman" w:hAnsi="Times New Roman" w:cs="Times New Roman"/>
          <w:sz w:val="28"/>
          <w:szCs w:val="28"/>
        </w:rPr>
        <w:t>3</w:t>
      </w:r>
      <w:r w:rsidR="00C141D3" w:rsidRPr="00F628D9">
        <w:rPr>
          <w:rFonts w:ascii="Times New Roman" w:hAnsi="Times New Roman" w:cs="Times New Roman"/>
          <w:sz w:val="28"/>
          <w:szCs w:val="28"/>
        </w:rPr>
        <w:t>.</w:t>
      </w:r>
      <w:r w:rsidR="0015152D" w:rsidRPr="00F628D9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F628D9">
        <w:rPr>
          <w:rFonts w:ascii="Times New Roman" w:hAnsi="Times New Roman" w:cs="Times New Roman"/>
          <w:sz w:val="28"/>
          <w:szCs w:val="28"/>
        </w:rPr>
        <w:t xml:space="preserve">о дня </w:t>
      </w:r>
      <w:r w:rsidR="00561D10" w:rsidRPr="00F628D9">
        <w:rPr>
          <w:rFonts w:ascii="Times New Roman" w:hAnsi="Times New Roman" w:cs="Times New Roman"/>
          <w:sz w:val="28"/>
          <w:szCs w:val="28"/>
        </w:rPr>
        <w:t xml:space="preserve">его подписания и подлежит официальному </w:t>
      </w:r>
      <w:r w:rsidR="00F628D9">
        <w:rPr>
          <w:rFonts w:ascii="Times New Roman" w:hAnsi="Times New Roman" w:cs="Times New Roman"/>
          <w:sz w:val="28"/>
          <w:szCs w:val="28"/>
        </w:rPr>
        <w:t>обнародованию</w:t>
      </w:r>
      <w:r w:rsidR="00561D10" w:rsidRPr="00F628D9">
        <w:rPr>
          <w:rFonts w:ascii="Times New Roman" w:hAnsi="Times New Roman" w:cs="Times New Roman"/>
          <w:sz w:val="28"/>
          <w:szCs w:val="28"/>
        </w:rPr>
        <w:t xml:space="preserve"> в газете </w:t>
      </w:r>
      <w:r w:rsidR="0015152D" w:rsidRPr="00F628D9">
        <w:rPr>
          <w:rFonts w:ascii="Times New Roman" w:hAnsi="Times New Roman" w:cs="Times New Roman"/>
          <w:sz w:val="28"/>
          <w:szCs w:val="28"/>
        </w:rPr>
        <w:t>«Орская газета».</w:t>
      </w:r>
    </w:p>
    <w:p w:rsidR="00D02DB1" w:rsidRPr="00F628D9" w:rsidRDefault="00D02DB1" w:rsidP="00DA7E29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361CF" w:rsidRPr="00CF4938" w:rsidRDefault="00C361CF" w:rsidP="00C178DE">
      <w:pPr>
        <w:rPr>
          <w:rFonts w:ascii="Times New Roman" w:hAnsi="Times New Roman"/>
          <w:b/>
          <w:sz w:val="28"/>
          <w:szCs w:val="28"/>
        </w:rPr>
      </w:pPr>
    </w:p>
    <w:p w:rsidR="00FA427A" w:rsidRPr="00CF4938" w:rsidRDefault="00FA427A" w:rsidP="00C178DE">
      <w:pPr>
        <w:jc w:val="both"/>
        <w:rPr>
          <w:rFonts w:ascii="Times New Roman" w:hAnsi="Times New Roman"/>
          <w:sz w:val="28"/>
          <w:szCs w:val="28"/>
        </w:rPr>
      </w:pPr>
    </w:p>
    <w:p w:rsidR="00FA427A" w:rsidRPr="00CF4938" w:rsidRDefault="00FA427A" w:rsidP="00C178DE">
      <w:pPr>
        <w:jc w:val="both"/>
        <w:rPr>
          <w:rFonts w:ascii="Times New Roman" w:hAnsi="Times New Roman"/>
          <w:sz w:val="28"/>
          <w:szCs w:val="28"/>
        </w:rPr>
      </w:pPr>
    </w:p>
    <w:p w:rsidR="00F628D9" w:rsidRDefault="007357C9" w:rsidP="00C178DE">
      <w:pPr>
        <w:jc w:val="both"/>
        <w:rPr>
          <w:rFonts w:ascii="Times New Roman" w:hAnsi="Times New Roman"/>
          <w:b/>
          <w:sz w:val="28"/>
          <w:szCs w:val="28"/>
        </w:rPr>
      </w:pPr>
      <w:r w:rsidRPr="00D42D8E">
        <w:rPr>
          <w:rFonts w:ascii="Times New Roman" w:hAnsi="Times New Roman"/>
          <w:b/>
          <w:sz w:val="28"/>
          <w:szCs w:val="28"/>
        </w:rPr>
        <w:t>П</w:t>
      </w:r>
      <w:r w:rsidR="00FA427A" w:rsidRPr="00D42D8E">
        <w:rPr>
          <w:rFonts w:ascii="Times New Roman" w:hAnsi="Times New Roman"/>
          <w:b/>
          <w:sz w:val="28"/>
          <w:szCs w:val="28"/>
        </w:rPr>
        <w:t>редседател</w:t>
      </w:r>
      <w:r w:rsidRPr="00D42D8E">
        <w:rPr>
          <w:rFonts w:ascii="Times New Roman" w:hAnsi="Times New Roman"/>
          <w:b/>
          <w:sz w:val="28"/>
          <w:szCs w:val="28"/>
        </w:rPr>
        <w:t>ь</w:t>
      </w:r>
      <w:r w:rsidR="009F3B2C">
        <w:rPr>
          <w:rFonts w:ascii="Times New Roman" w:hAnsi="Times New Roman"/>
          <w:b/>
          <w:sz w:val="28"/>
          <w:szCs w:val="28"/>
        </w:rPr>
        <w:t xml:space="preserve"> </w:t>
      </w:r>
      <w:r w:rsidR="00FA427A" w:rsidRPr="00D42D8E">
        <w:rPr>
          <w:rFonts w:ascii="Times New Roman" w:hAnsi="Times New Roman"/>
          <w:b/>
          <w:sz w:val="28"/>
          <w:szCs w:val="28"/>
        </w:rPr>
        <w:t>Орского</w:t>
      </w:r>
    </w:p>
    <w:p w:rsidR="00FA427A" w:rsidRPr="00D42D8E" w:rsidRDefault="00FA427A" w:rsidP="00C178DE">
      <w:pPr>
        <w:jc w:val="both"/>
        <w:rPr>
          <w:rFonts w:ascii="Times New Roman" w:hAnsi="Times New Roman"/>
          <w:b/>
          <w:sz w:val="28"/>
          <w:szCs w:val="28"/>
        </w:rPr>
      </w:pPr>
      <w:r w:rsidRPr="00D42D8E">
        <w:rPr>
          <w:rFonts w:ascii="Times New Roman" w:hAnsi="Times New Roman"/>
          <w:b/>
          <w:sz w:val="28"/>
          <w:szCs w:val="28"/>
        </w:rPr>
        <w:t>городского Совета депутатов</w:t>
      </w:r>
      <w:r w:rsidR="006F66ED" w:rsidRPr="00D42D8E">
        <w:rPr>
          <w:rFonts w:ascii="Times New Roman" w:hAnsi="Times New Roman"/>
          <w:b/>
          <w:sz w:val="28"/>
          <w:szCs w:val="28"/>
        </w:rPr>
        <w:tab/>
      </w:r>
      <w:r w:rsidRPr="00D42D8E">
        <w:rPr>
          <w:rFonts w:ascii="Times New Roman" w:hAnsi="Times New Roman"/>
          <w:b/>
          <w:sz w:val="28"/>
          <w:szCs w:val="28"/>
        </w:rPr>
        <w:tab/>
      </w:r>
      <w:r w:rsidRPr="00D42D8E">
        <w:rPr>
          <w:rFonts w:ascii="Times New Roman" w:hAnsi="Times New Roman"/>
          <w:b/>
          <w:sz w:val="28"/>
          <w:szCs w:val="28"/>
        </w:rPr>
        <w:tab/>
      </w:r>
      <w:r w:rsidRPr="00D42D8E">
        <w:rPr>
          <w:rFonts w:ascii="Times New Roman" w:hAnsi="Times New Roman"/>
          <w:b/>
          <w:sz w:val="28"/>
          <w:szCs w:val="28"/>
        </w:rPr>
        <w:tab/>
      </w:r>
      <w:r w:rsidRPr="00D42D8E">
        <w:rPr>
          <w:rFonts w:ascii="Times New Roman" w:hAnsi="Times New Roman"/>
          <w:b/>
          <w:sz w:val="28"/>
          <w:szCs w:val="28"/>
        </w:rPr>
        <w:tab/>
      </w:r>
      <w:r w:rsidR="009F3B2C">
        <w:rPr>
          <w:rFonts w:ascii="Times New Roman" w:hAnsi="Times New Roman"/>
          <w:b/>
          <w:sz w:val="28"/>
          <w:szCs w:val="28"/>
        </w:rPr>
        <w:tab/>
      </w:r>
      <w:r w:rsidR="009F3B2C">
        <w:rPr>
          <w:rFonts w:ascii="Times New Roman" w:hAnsi="Times New Roman"/>
          <w:b/>
          <w:sz w:val="28"/>
          <w:szCs w:val="28"/>
        </w:rPr>
        <w:tab/>
      </w:r>
      <w:r w:rsidR="009B78B9" w:rsidRPr="00D42D8E">
        <w:rPr>
          <w:rFonts w:ascii="Times New Roman" w:hAnsi="Times New Roman"/>
          <w:b/>
          <w:sz w:val="28"/>
          <w:szCs w:val="28"/>
        </w:rPr>
        <w:t>Т.А. Чирков</w:t>
      </w:r>
    </w:p>
    <w:p w:rsidR="00D81937" w:rsidRPr="00D42D8E" w:rsidRDefault="00D81937" w:rsidP="00C178DE">
      <w:pPr>
        <w:jc w:val="both"/>
        <w:rPr>
          <w:rFonts w:ascii="Times New Roman" w:hAnsi="Times New Roman"/>
          <w:b/>
          <w:sz w:val="28"/>
          <w:szCs w:val="28"/>
        </w:rPr>
      </w:pPr>
    </w:p>
    <w:p w:rsidR="00D81937" w:rsidRDefault="00D81937" w:rsidP="00C178DE">
      <w:pPr>
        <w:jc w:val="both"/>
        <w:rPr>
          <w:rFonts w:ascii="Times New Roman" w:hAnsi="Times New Roman"/>
          <w:b/>
          <w:sz w:val="28"/>
          <w:szCs w:val="28"/>
        </w:rPr>
      </w:pPr>
    </w:p>
    <w:p w:rsidR="005115CF" w:rsidRDefault="005115CF" w:rsidP="00C178DE">
      <w:pPr>
        <w:jc w:val="both"/>
        <w:rPr>
          <w:rFonts w:ascii="Times New Roman" w:hAnsi="Times New Roman"/>
          <w:b/>
          <w:sz w:val="28"/>
          <w:szCs w:val="28"/>
        </w:rPr>
      </w:pPr>
    </w:p>
    <w:p w:rsidR="006E6286" w:rsidRDefault="006E6286" w:rsidP="006E6286">
      <w:pPr>
        <w:rPr>
          <w:rFonts w:ascii="Times New Roman" w:hAnsi="Times New Roman"/>
          <w:sz w:val="28"/>
          <w:szCs w:val="28"/>
        </w:rPr>
      </w:pPr>
    </w:p>
    <w:p w:rsidR="006E6286" w:rsidRDefault="006E6286" w:rsidP="006E6286">
      <w:pPr>
        <w:rPr>
          <w:rFonts w:ascii="Times New Roman" w:hAnsi="Times New Roman"/>
          <w:sz w:val="28"/>
          <w:szCs w:val="28"/>
        </w:rPr>
      </w:pPr>
    </w:p>
    <w:sectPr w:rsidR="006E6286" w:rsidSect="007E6A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920" w:rsidRDefault="00E37920" w:rsidP="0058667A">
      <w:r>
        <w:separator/>
      </w:r>
    </w:p>
  </w:endnote>
  <w:endnote w:type="continuationSeparator" w:id="0">
    <w:p w:rsidR="00E37920" w:rsidRDefault="00E37920" w:rsidP="0058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920" w:rsidRDefault="00E37920" w:rsidP="0058667A">
      <w:r>
        <w:separator/>
      </w:r>
    </w:p>
  </w:footnote>
  <w:footnote w:type="continuationSeparator" w:id="0">
    <w:p w:rsidR="00E37920" w:rsidRDefault="00E37920" w:rsidP="00586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2739904"/>
      <w:docPartObj>
        <w:docPartGallery w:val="Page Numbers (Top of Page)"/>
        <w:docPartUnique/>
      </w:docPartObj>
    </w:sdtPr>
    <w:sdtEndPr/>
    <w:sdtContent>
      <w:p w:rsidR="00E37920" w:rsidRDefault="007F27DF" w:rsidP="00D23AA4">
        <w:pPr>
          <w:pStyle w:val="a3"/>
          <w:jc w:val="center"/>
          <w:rPr>
            <w:rFonts w:ascii="Times New Roman" w:hAnsi="Times New Roman"/>
          </w:rPr>
        </w:pPr>
        <w:r w:rsidRPr="00846531">
          <w:rPr>
            <w:rFonts w:ascii="Times New Roman" w:hAnsi="Times New Roman"/>
          </w:rPr>
          <w:fldChar w:fldCharType="begin"/>
        </w:r>
        <w:r w:rsidR="00E37920" w:rsidRPr="00846531">
          <w:rPr>
            <w:rFonts w:ascii="Times New Roman" w:hAnsi="Times New Roman"/>
          </w:rPr>
          <w:instrText>PAGE   \* MERGEFORMAT</w:instrText>
        </w:r>
        <w:r w:rsidRPr="00846531">
          <w:rPr>
            <w:rFonts w:ascii="Times New Roman" w:hAnsi="Times New Roman"/>
          </w:rPr>
          <w:fldChar w:fldCharType="separate"/>
        </w:r>
        <w:r w:rsidR="00456C75">
          <w:rPr>
            <w:rFonts w:ascii="Times New Roman" w:hAnsi="Times New Roman"/>
            <w:noProof/>
          </w:rPr>
          <w:t>4</w:t>
        </w:r>
        <w:r w:rsidRPr="00846531">
          <w:rPr>
            <w:rFonts w:ascii="Times New Roman" w:hAnsi="Times New Roman"/>
          </w:rPr>
          <w:fldChar w:fldCharType="end"/>
        </w:r>
      </w:p>
      <w:p w:rsidR="00E37920" w:rsidRPr="00846531" w:rsidRDefault="00456C75" w:rsidP="00E31EDA">
        <w:pPr>
          <w:pStyle w:val="a3"/>
          <w:jc w:val="right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E8" w:rsidRPr="00DB02D1" w:rsidRDefault="00BB48E8" w:rsidP="003B6A1C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764C1"/>
    <w:multiLevelType w:val="multilevel"/>
    <w:tmpl w:val="74DEFA8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."/>
      <w:lvlJc w:val="left"/>
      <w:pPr>
        <w:ind w:left="1827" w:hanging="12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12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81" w:hanging="12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8" w:hanging="126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  <w:b/>
      </w:rPr>
    </w:lvl>
  </w:abstractNum>
  <w:abstractNum w:abstractNumId="1">
    <w:nsid w:val="1B720F68"/>
    <w:multiLevelType w:val="multilevel"/>
    <w:tmpl w:val="CDC6AF24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408F7E7D"/>
    <w:multiLevelType w:val="hybridMultilevel"/>
    <w:tmpl w:val="2D42C5DA"/>
    <w:lvl w:ilvl="0" w:tplc="B0B80898">
      <w:start w:val="3"/>
      <w:numFmt w:val="decimal"/>
      <w:lvlText w:val="%1."/>
      <w:lvlJc w:val="left"/>
      <w:pPr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1230AD9"/>
    <w:multiLevelType w:val="hybridMultilevel"/>
    <w:tmpl w:val="64D0D8CA"/>
    <w:lvl w:ilvl="0" w:tplc="2A74F4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1900301"/>
    <w:multiLevelType w:val="hybridMultilevel"/>
    <w:tmpl w:val="D54A1A24"/>
    <w:lvl w:ilvl="0" w:tplc="9BE4130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614E7C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F2"/>
    <w:rsid w:val="00001365"/>
    <w:rsid w:val="000223B1"/>
    <w:rsid w:val="00025CB5"/>
    <w:rsid w:val="0003043A"/>
    <w:rsid w:val="00031BC9"/>
    <w:rsid w:val="000445F7"/>
    <w:rsid w:val="00047082"/>
    <w:rsid w:val="00061BC4"/>
    <w:rsid w:val="00063615"/>
    <w:rsid w:val="00066150"/>
    <w:rsid w:val="00071879"/>
    <w:rsid w:val="00076597"/>
    <w:rsid w:val="00077BF7"/>
    <w:rsid w:val="00080351"/>
    <w:rsid w:val="00083799"/>
    <w:rsid w:val="00085DA4"/>
    <w:rsid w:val="0008628B"/>
    <w:rsid w:val="000866AC"/>
    <w:rsid w:val="00090C42"/>
    <w:rsid w:val="0009171A"/>
    <w:rsid w:val="00095494"/>
    <w:rsid w:val="000A0CF1"/>
    <w:rsid w:val="000A3E7E"/>
    <w:rsid w:val="000B0C35"/>
    <w:rsid w:val="000B1334"/>
    <w:rsid w:val="000B18FA"/>
    <w:rsid w:val="000B5A69"/>
    <w:rsid w:val="000B6282"/>
    <w:rsid w:val="000C2A61"/>
    <w:rsid w:val="000C2CAE"/>
    <w:rsid w:val="000C4BDD"/>
    <w:rsid w:val="000C5C48"/>
    <w:rsid w:val="000D025B"/>
    <w:rsid w:val="000D1818"/>
    <w:rsid w:val="000D349A"/>
    <w:rsid w:val="000D3F87"/>
    <w:rsid w:val="000D5A87"/>
    <w:rsid w:val="000E1064"/>
    <w:rsid w:val="000E3BB4"/>
    <w:rsid w:val="000F2E88"/>
    <w:rsid w:val="000F3F21"/>
    <w:rsid w:val="001075E7"/>
    <w:rsid w:val="00107A1C"/>
    <w:rsid w:val="00110B57"/>
    <w:rsid w:val="0011395E"/>
    <w:rsid w:val="00113D92"/>
    <w:rsid w:val="0011489C"/>
    <w:rsid w:val="0012017F"/>
    <w:rsid w:val="00122E75"/>
    <w:rsid w:val="00127887"/>
    <w:rsid w:val="00127B92"/>
    <w:rsid w:val="001340C5"/>
    <w:rsid w:val="00141733"/>
    <w:rsid w:val="00144828"/>
    <w:rsid w:val="00146EE2"/>
    <w:rsid w:val="0015152D"/>
    <w:rsid w:val="00160D29"/>
    <w:rsid w:val="00165927"/>
    <w:rsid w:val="00166B72"/>
    <w:rsid w:val="00170D07"/>
    <w:rsid w:val="00171A3F"/>
    <w:rsid w:val="001765C3"/>
    <w:rsid w:val="00182FFE"/>
    <w:rsid w:val="0018686E"/>
    <w:rsid w:val="00186B65"/>
    <w:rsid w:val="00196A2D"/>
    <w:rsid w:val="001A0F8F"/>
    <w:rsid w:val="001A45B1"/>
    <w:rsid w:val="001A59CB"/>
    <w:rsid w:val="001A7EAF"/>
    <w:rsid w:val="001B113C"/>
    <w:rsid w:val="001B414D"/>
    <w:rsid w:val="001B7A4A"/>
    <w:rsid w:val="001B7EF6"/>
    <w:rsid w:val="001C05F1"/>
    <w:rsid w:val="001C1D3F"/>
    <w:rsid w:val="001C2DAF"/>
    <w:rsid w:val="001D3936"/>
    <w:rsid w:val="001D7C2E"/>
    <w:rsid w:val="001E0828"/>
    <w:rsid w:val="001E17A7"/>
    <w:rsid w:val="001E1DC8"/>
    <w:rsid w:val="001E5FF0"/>
    <w:rsid w:val="001E773F"/>
    <w:rsid w:val="001E7827"/>
    <w:rsid w:val="001F00AB"/>
    <w:rsid w:val="001F54D3"/>
    <w:rsid w:val="00203F20"/>
    <w:rsid w:val="00204328"/>
    <w:rsid w:val="00210343"/>
    <w:rsid w:val="00216464"/>
    <w:rsid w:val="002165FF"/>
    <w:rsid w:val="002325B2"/>
    <w:rsid w:val="0023486A"/>
    <w:rsid w:val="00236DA5"/>
    <w:rsid w:val="00243120"/>
    <w:rsid w:val="0024323E"/>
    <w:rsid w:val="00254704"/>
    <w:rsid w:val="002547D4"/>
    <w:rsid w:val="00255FC8"/>
    <w:rsid w:val="0025745E"/>
    <w:rsid w:val="0026223A"/>
    <w:rsid w:val="0026424A"/>
    <w:rsid w:val="00270065"/>
    <w:rsid w:val="0027027B"/>
    <w:rsid w:val="00274ABC"/>
    <w:rsid w:val="00276736"/>
    <w:rsid w:val="002808C1"/>
    <w:rsid w:val="00280C98"/>
    <w:rsid w:val="00284FDE"/>
    <w:rsid w:val="002851F0"/>
    <w:rsid w:val="00286A5B"/>
    <w:rsid w:val="00286F4A"/>
    <w:rsid w:val="00291C8C"/>
    <w:rsid w:val="0029253D"/>
    <w:rsid w:val="002941E2"/>
    <w:rsid w:val="00294F00"/>
    <w:rsid w:val="002A4312"/>
    <w:rsid w:val="002A639F"/>
    <w:rsid w:val="002A7F2A"/>
    <w:rsid w:val="002B3032"/>
    <w:rsid w:val="002B4EE3"/>
    <w:rsid w:val="002B5540"/>
    <w:rsid w:val="002B5740"/>
    <w:rsid w:val="002B7F3C"/>
    <w:rsid w:val="002C14F3"/>
    <w:rsid w:val="002C233C"/>
    <w:rsid w:val="002C41AE"/>
    <w:rsid w:val="002E4B2A"/>
    <w:rsid w:val="002F0357"/>
    <w:rsid w:val="002F0EDB"/>
    <w:rsid w:val="002F2D10"/>
    <w:rsid w:val="002F34DB"/>
    <w:rsid w:val="002F37B5"/>
    <w:rsid w:val="002F6411"/>
    <w:rsid w:val="003028AA"/>
    <w:rsid w:val="00306E6B"/>
    <w:rsid w:val="00307777"/>
    <w:rsid w:val="00316DA8"/>
    <w:rsid w:val="00317434"/>
    <w:rsid w:val="00320023"/>
    <w:rsid w:val="003251F2"/>
    <w:rsid w:val="003302EF"/>
    <w:rsid w:val="003338F1"/>
    <w:rsid w:val="0033462B"/>
    <w:rsid w:val="003363DE"/>
    <w:rsid w:val="00337512"/>
    <w:rsid w:val="003430F8"/>
    <w:rsid w:val="00350126"/>
    <w:rsid w:val="00352FEA"/>
    <w:rsid w:val="00356A60"/>
    <w:rsid w:val="00360009"/>
    <w:rsid w:val="00365806"/>
    <w:rsid w:val="003659E8"/>
    <w:rsid w:val="00374B94"/>
    <w:rsid w:val="0037599F"/>
    <w:rsid w:val="00381770"/>
    <w:rsid w:val="0038280B"/>
    <w:rsid w:val="003851E3"/>
    <w:rsid w:val="00385358"/>
    <w:rsid w:val="00385EB8"/>
    <w:rsid w:val="00394B18"/>
    <w:rsid w:val="00395510"/>
    <w:rsid w:val="003A1510"/>
    <w:rsid w:val="003A35BB"/>
    <w:rsid w:val="003A664F"/>
    <w:rsid w:val="003A705B"/>
    <w:rsid w:val="003A7376"/>
    <w:rsid w:val="003B24B7"/>
    <w:rsid w:val="003B54DA"/>
    <w:rsid w:val="003B6A1C"/>
    <w:rsid w:val="003C0118"/>
    <w:rsid w:val="003C07BD"/>
    <w:rsid w:val="003C157C"/>
    <w:rsid w:val="003C3F8A"/>
    <w:rsid w:val="003C66CE"/>
    <w:rsid w:val="003C7C4F"/>
    <w:rsid w:val="003D1349"/>
    <w:rsid w:val="003D48E7"/>
    <w:rsid w:val="003D75A6"/>
    <w:rsid w:val="003D764F"/>
    <w:rsid w:val="003F33EF"/>
    <w:rsid w:val="003F3FAD"/>
    <w:rsid w:val="003F5E7E"/>
    <w:rsid w:val="003F5EB8"/>
    <w:rsid w:val="00402939"/>
    <w:rsid w:val="00403650"/>
    <w:rsid w:val="0040382E"/>
    <w:rsid w:val="00404270"/>
    <w:rsid w:val="004066FF"/>
    <w:rsid w:val="00411979"/>
    <w:rsid w:val="00412436"/>
    <w:rsid w:val="00413FEA"/>
    <w:rsid w:val="004164EE"/>
    <w:rsid w:val="0042134E"/>
    <w:rsid w:val="00425379"/>
    <w:rsid w:val="00426DB7"/>
    <w:rsid w:val="00434290"/>
    <w:rsid w:val="004419AC"/>
    <w:rsid w:val="00443537"/>
    <w:rsid w:val="00443B8D"/>
    <w:rsid w:val="00447373"/>
    <w:rsid w:val="004506AC"/>
    <w:rsid w:val="00456C75"/>
    <w:rsid w:val="004576BF"/>
    <w:rsid w:val="00462E60"/>
    <w:rsid w:val="004760B6"/>
    <w:rsid w:val="00480BCF"/>
    <w:rsid w:val="0048142A"/>
    <w:rsid w:val="0048159E"/>
    <w:rsid w:val="00492E08"/>
    <w:rsid w:val="0049349E"/>
    <w:rsid w:val="00495F21"/>
    <w:rsid w:val="00497841"/>
    <w:rsid w:val="00497962"/>
    <w:rsid w:val="004A4357"/>
    <w:rsid w:val="004A7DD5"/>
    <w:rsid w:val="004B2F0B"/>
    <w:rsid w:val="004B5968"/>
    <w:rsid w:val="004C6283"/>
    <w:rsid w:val="004C631C"/>
    <w:rsid w:val="004D05BF"/>
    <w:rsid w:val="004D3853"/>
    <w:rsid w:val="004D7FF7"/>
    <w:rsid w:val="004E5B1C"/>
    <w:rsid w:val="004F0158"/>
    <w:rsid w:val="004F4CBA"/>
    <w:rsid w:val="00507AF9"/>
    <w:rsid w:val="005115CF"/>
    <w:rsid w:val="005150D2"/>
    <w:rsid w:val="0051664F"/>
    <w:rsid w:val="00523634"/>
    <w:rsid w:val="00525FC6"/>
    <w:rsid w:val="0053065F"/>
    <w:rsid w:val="00536985"/>
    <w:rsid w:val="00537D34"/>
    <w:rsid w:val="00540D64"/>
    <w:rsid w:val="00541536"/>
    <w:rsid w:val="00541D1C"/>
    <w:rsid w:val="00544837"/>
    <w:rsid w:val="00545C4A"/>
    <w:rsid w:val="00550D54"/>
    <w:rsid w:val="00554940"/>
    <w:rsid w:val="00556045"/>
    <w:rsid w:val="005608BB"/>
    <w:rsid w:val="00561D10"/>
    <w:rsid w:val="005622D4"/>
    <w:rsid w:val="00571D92"/>
    <w:rsid w:val="005747E1"/>
    <w:rsid w:val="0058667A"/>
    <w:rsid w:val="00591FAB"/>
    <w:rsid w:val="00594AF5"/>
    <w:rsid w:val="00595D5C"/>
    <w:rsid w:val="00596233"/>
    <w:rsid w:val="005A5D7E"/>
    <w:rsid w:val="005A5E03"/>
    <w:rsid w:val="005A61C6"/>
    <w:rsid w:val="005B1306"/>
    <w:rsid w:val="005B1EF9"/>
    <w:rsid w:val="005B7CFD"/>
    <w:rsid w:val="005C1733"/>
    <w:rsid w:val="005C3ED1"/>
    <w:rsid w:val="005D30C9"/>
    <w:rsid w:val="005D69A3"/>
    <w:rsid w:val="005E39F3"/>
    <w:rsid w:val="005F2539"/>
    <w:rsid w:val="0060028C"/>
    <w:rsid w:val="0060063B"/>
    <w:rsid w:val="00601040"/>
    <w:rsid w:val="00604D1C"/>
    <w:rsid w:val="006062A8"/>
    <w:rsid w:val="00612633"/>
    <w:rsid w:val="006146AF"/>
    <w:rsid w:val="006203C2"/>
    <w:rsid w:val="006215AC"/>
    <w:rsid w:val="0062557F"/>
    <w:rsid w:val="00626EA2"/>
    <w:rsid w:val="006308E6"/>
    <w:rsid w:val="006325A3"/>
    <w:rsid w:val="00634784"/>
    <w:rsid w:val="00635C73"/>
    <w:rsid w:val="00637A8E"/>
    <w:rsid w:val="00652A11"/>
    <w:rsid w:val="00660D2A"/>
    <w:rsid w:val="00663DCE"/>
    <w:rsid w:val="006734D3"/>
    <w:rsid w:val="00674140"/>
    <w:rsid w:val="006750CD"/>
    <w:rsid w:val="00675F1D"/>
    <w:rsid w:val="00676621"/>
    <w:rsid w:val="00677371"/>
    <w:rsid w:val="006778F0"/>
    <w:rsid w:val="00680432"/>
    <w:rsid w:val="00682909"/>
    <w:rsid w:val="00683383"/>
    <w:rsid w:val="00690C0D"/>
    <w:rsid w:val="0069440F"/>
    <w:rsid w:val="006971FB"/>
    <w:rsid w:val="006A651C"/>
    <w:rsid w:val="006C247D"/>
    <w:rsid w:val="006C4599"/>
    <w:rsid w:val="006D2C76"/>
    <w:rsid w:val="006D3C4D"/>
    <w:rsid w:val="006D4C75"/>
    <w:rsid w:val="006E2296"/>
    <w:rsid w:val="006E5351"/>
    <w:rsid w:val="006E6286"/>
    <w:rsid w:val="006E6CDA"/>
    <w:rsid w:val="006E7FA7"/>
    <w:rsid w:val="006F24C0"/>
    <w:rsid w:val="006F66ED"/>
    <w:rsid w:val="00700B77"/>
    <w:rsid w:val="00706B3C"/>
    <w:rsid w:val="0070720D"/>
    <w:rsid w:val="00711E16"/>
    <w:rsid w:val="00717A36"/>
    <w:rsid w:val="00720DB7"/>
    <w:rsid w:val="0072152E"/>
    <w:rsid w:val="007308E9"/>
    <w:rsid w:val="00734C22"/>
    <w:rsid w:val="007357C9"/>
    <w:rsid w:val="007420CD"/>
    <w:rsid w:val="007440ED"/>
    <w:rsid w:val="00754F62"/>
    <w:rsid w:val="007642EC"/>
    <w:rsid w:val="00777656"/>
    <w:rsid w:val="00780F27"/>
    <w:rsid w:val="00782E49"/>
    <w:rsid w:val="007939A8"/>
    <w:rsid w:val="00796015"/>
    <w:rsid w:val="007A50DD"/>
    <w:rsid w:val="007A6A46"/>
    <w:rsid w:val="007B0896"/>
    <w:rsid w:val="007B0FD1"/>
    <w:rsid w:val="007B1915"/>
    <w:rsid w:val="007B4C89"/>
    <w:rsid w:val="007C0C17"/>
    <w:rsid w:val="007C2FAF"/>
    <w:rsid w:val="007C6522"/>
    <w:rsid w:val="007D2EBD"/>
    <w:rsid w:val="007D65B6"/>
    <w:rsid w:val="007D7795"/>
    <w:rsid w:val="007E115E"/>
    <w:rsid w:val="007E6AC1"/>
    <w:rsid w:val="007E6D6A"/>
    <w:rsid w:val="007F27DF"/>
    <w:rsid w:val="007F33C9"/>
    <w:rsid w:val="007F60B1"/>
    <w:rsid w:val="007F628E"/>
    <w:rsid w:val="00802412"/>
    <w:rsid w:val="0080718E"/>
    <w:rsid w:val="00810396"/>
    <w:rsid w:val="00811CC9"/>
    <w:rsid w:val="0082332B"/>
    <w:rsid w:val="008242C0"/>
    <w:rsid w:val="00825DE4"/>
    <w:rsid w:val="008302C0"/>
    <w:rsid w:val="0083103A"/>
    <w:rsid w:val="00833B8C"/>
    <w:rsid w:val="00835EF2"/>
    <w:rsid w:val="00836F8C"/>
    <w:rsid w:val="00845958"/>
    <w:rsid w:val="00846531"/>
    <w:rsid w:val="0084784D"/>
    <w:rsid w:val="00851D06"/>
    <w:rsid w:val="00864752"/>
    <w:rsid w:val="00881E9C"/>
    <w:rsid w:val="0089253E"/>
    <w:rsid w:val="008A41E7"/>
    <w:rsid w:val="008A7694"/>
    <w:rsid w:val="008A7AA3"/>
    <w:rsid w:val="008C0ECE"/>
    <w:rsid w:val="008C4269"/>
    <w:rsid w:val="008D10BD"/>
    <w:rsid w:val="008D268C"/>
    <w:rsid w:val="008D3AB3"/>
    <w:rsid w:val="008D4C7A"/>
    <w:rsid w:val="008E4F64"/>
    <w:rsid w:val="008E630F"/>
    <w:rsid w:val="008E71A7"/>
    <w:rsid w:val="008E7C7E"/>
    <w:rsid w:val="008F36BB"/>
    <w:rsid w:val="008F56A9"/>
    <w:rsid w:val="008F57C0"/>
    <w:rsid w:val="008F6782"/>
    <w:rsid w:val="00900559"/>
    <w:rsid w:val="00905102"/>
    <w:rsid w:val="009054FF"/>
    <w:rsid w:val="00905D55"/>
    <w:rsid w:val="00906201"/>
    <w:rsid w:val="00906E59"/>
    <w:rsid w:val="00907CD2"/>
    <w:rsid w:val="009158F7"/>
    <w:rsid w:val="00921C57"/>
    <w:rsid w:val="009316FB"/>
    <w:rsid w:val="00931A3E"/>
    <w:rsid w:val="00932499"/>
    <w:rsid w:val="009330F1"/>
    <w:rsid w:val="009353A4"/>
    <w:rsid w:val="00935422"/>
    <w:rsid w:val="00937EE7"/>
    <w:rsid w:val="009415E6"/>
    <w:rsid w:val="00944D3C"/>
    <w:rsid w:val="00950C13"/>
    <w:rsid w:val="00952EF0"/>
    <w:rsid w:val="00965A24"/>
    <w:rsid w:val="009667EC"/>
    <w:rsid w:val="00972299"/>
    <w:rsid w:val="009743ED"/>
    <w:rsid w:val="00975A93"/>
    <w:rsid w:val="009907B8"/>
    <w:rsid w:val="00991630"/>
    <w:rsid w:val="00991DDD"/>
    <w:rsid w:val="00995566"/>
    <w:rsid w:val="009979E8"/>
    <w:rsid w:val="009A0F72"/>
    <w:rsid w:val="009A2561"/>
    <w:rsid w:val="009B0024"/>
    <w:rsid w:val="009B08FB"/>
    <w:rsid w:val="009B1437"/>
    <w:rsid w:val="009B1E49"/>
    <w:rsid w:val="009B2DEF"/>
    <w:rsid w:val="009B4382"/>
    <w:rsid w:val="009B78B9"/>
    <w:rsid w:val="009C0DA6"/>
    <w:rsid w:val="009C2469"/>
    <w:rsid w:val="009C3D63"/>
    <w:rsid w:val="009C4861"/>
    <w:rsid w:val="009D0981"/>
    <w:rsid w:val="009D1F88"/>
    <w:rsid w:val="009D6955"/>
    <w:rsid w:val="009E1ACC"/>
    <w:rsid w:val="009E6DE6"/>
    <w:rsid w:val="009F0D14"/>
    <w:rsid w:val="009F3B2C"/>
    <w:rsid w:val="009F4617"/>
    <w:rsid w:val="009F7301"/>
    <w:rsid w:val="00A05EA8"/>
    <w:rsid w:val="00A101CD"/>
    <w:rsid w:val="00A125FF"/>
    <w:rsid w:val="00A14259"/>
    <w:rsid w:val="00A14B9D"/>
    <w:rsid w:val="00A1603B"/>
    <w:rsid w:val="00A22247"/>
    <w:rsid w:val="00A23583"/>
    <w:rsid w:val="00A24494"/>
    <w:rsid w:val="00A2586B"/>
    <w:rsid w:val="00A2791B"/>
    <w:rsid w:val="00A318CD"/>
    <w:rsid w:val="00A3690C"/>
    <w:rsid w:val="00A403FE"/>
    <w:rsid w:val="00A438C1"/>
    <w:rsid w:val="00A46013"/>
    <w:rsid w:val="00A541BD"/>
    <w:rsid w:val="00A55B8D"/>
    <w:rsid w:val="00A63174"/>
    <w:rsid w:val="00A64F3F"/>
    <w:rsid w:val="00A664A5"/>
    <w:rsid w:val="00A742E9"/>
    <w:rsid w:val="00A75641"/>
    <w:rsid w:val="00A77EF1"/>
    <w:rsid w:val="00A80754"/>
    <w:rsid w:val="00A820AB"/>
    <w:rsid w:val="00A827E2"/>
    <w:rsid w:val="00A857E4"/>
    <w:rsid w:val="00A87FE9"/>
    <w:rsid w:val="00A904EC"/>
    <w:rsid w:val="00A93CAA"/>
    <w:rsid w:val="00A96B5E"/>
    <w:rsid w:val="00A97227"/>
    <w:rsid w:val="00AA1B6B"/>
    <w:rsid w:val="00AA5B17"/>
    <w:rsid w:val="00AA7116"/>
    <w:rsid w:val="00AB7045"/>
    <w:rsid w:val="00AC05DB"/>
    <w:rsid w:val="00AC27A7"/>
    <w:rsid w:val="00AC2BA4"/>
    <w:rsid w:val="00AC4578"/>
    <w:rsid w:val="00AC7F97"/>
    <w:rsid w:val="00AF04E5"/>
    <w:rsid w:val="00AF6C48"/>
    <w:rsid w:val="00AF7A04"/>
    <w:rsid w:val="00B03553"/>
    <w:rsid w:val="00B0409D"/>
    <w:rsid w:val="00B04A5B"/>
    <w:rsid w:val="00B17B12"/>
    <w:rsid w:val="00B24ECA"/>
    <w:rsid w:val="00B332B5"/>
    <w:rsid w:val="00B3449A"/>
    <w:rsid w:val="00B34A26"/>
    <w:rsid w:val="00B367C4"/>
    <w:rsid w:val="00B379A9"/>
    <w:rsid w:val="00B42FBB"/>
    <w:rsid w:val="00B51340"/>
    <w:rsid w:val="00B55087"/>
    <w:rsid w:val="00B60602"/>
    <w:rsid w:val="00B61105"/>
    <w:rsid w:val="00B67BCC"/>
    <w:rsid w:val="00B736BF"/>
    <w:rsid w:val="00B73F2B"/>
    <w:rsid w:val="00B87620"/>
    <w:rsid w:val="00B906C2"/>
    <w:rsid w:val="00BA006C"/>
    <w:rsid w:val="00BA1A57"/>
    <w:rsid w:val="00BA29BB"/>
    <w:rsid w:val="00BA2C57"/>
    <w:rsid w:val="00BB0510"/>
    <w:rsid w:val="00BB136A"/>
    <w:rsid w:val="00BB3E9B"/>
    <w:rsid w:val="00BB42B7"/>
    <w:rsid w:val="00BB48E8"/>
    <w:rsid w:val="00BB4DB1"/>
    <w:rsid w:val="00BC313D"/>
    <w:rsid w:val="00BC3AB3"/>
    <w:rsid w:val="00BC459D"/>
    <w:rsid w:val="00BC65C2"/>
    <w:rsid w:val="00BD3F11"/>
    <w:rsid w:val="00BD5FEE"/>
    <w:rsid w:val="00BE25BD"/>
    <w:rsid w:val="00BE5831"/>
    <w:rsid w:val="00BE6CEF"/>
    <w:rsid w:val="00BF23CA"/>
    <w:rsid w:val="00BF28D1"/>
    <w:rsid w:val="00BF35FF"/>
    <w:rsid w:val="00BF393A"/>
    <w:rsid w:val="00C01A4E"/>
    <w:rsid w:val="00C03626"/>
    <w:rsid w:val="00C04092"/>
    <w:rsid w:val="00C141D3"/>
    <w:rsid w:val="00C15EE5"/>
    <w:rsid w:val="00C178DE"/>
    <w:rsid w:val="00C21859"/>
    <w:rsid w:val="00C24896"/>
    <w:rsid w:val="00C24F1C"/>
    <w:rsid w:val="00C250BA"/>
    <w:rsid w:val="00C25910"/>
    <w:rsid w:val="00C26110"/>
    <w:rsid w:val="00C32953"/>
    <w:rsid w:val="00C361CF"/>
    <w:rsid w:val="00C4527F"/>
    <w:rsid w:val="00C46C2E"/>
    <w:rsid w:val="00C50004"/>
    <w:rsid w:val="00C50530"/>
    <w:rsid w:val="00C54325"/>
    <w:rsid w:val="00C654EA"/>
    <w:rsid w:val="00C708FF"/>
    <w:rsid w:val="00C75183"/>
    <w:rsid w:val="00C75441"/>
    <w:rsid w:val="00C83CBF"/>
    <w:rsid w:val="00C84429"/>
    <w:rsid w:val="00C856CB"/>
    <w:rsid w:val="00C859AA"/>
    <w:rsid w:val="00C96F28"/>
    <w:rsid w:val="00CA4DB3"/>
    <w:rsid w:val="00CB3E9E"/>
    <w:rsid w:val="00CB5134"/>
    <w:rsid w:val="00CB6811"/>
    <w:rsid w:val="00CE2042"/>
    <w:rsid w:val="00CE442F"/>
    <w:rsid w:val="00CE4A4C"/>
    <w:rsid w:val="00CF17DA"/>
    <w:rsid w:val="00CF2E1C"/>
    <w:rsid w:val="00CF397B"/>
    <w:rsid w:val="00CF4938"/>
    <w:rsid w:val="00CF70D6"/>
    <w:rsid w:val="00D0101B"/>
    <w:rsid w:val="00D02DB1"/>
    <w:rsid w:val="00D04DE3"/>
    <w:rsid w:val="00D05FCD"/>
    <w:rsid w:val="00D23AA4"/>
    <w:rsid w:val="00D24250"/>
    <w:rsid w:val="00D24A6A"/>
    <w:rsid w:val="00D3534F"/>
    <w:rsid w:val="00D4049E"/>
    <w:rsid w:val="00D4116F"/>
    <w:rsid w:val="00D42A0C"/>
    <w:rsid w:val="00D42D07"/>
    <w:rsid w:val="00D42D8E"/>
    <w:rsid w:val="00D50397"/>
    <w:rsid w:val="00D60268"/>
    <w:rsid w:val="00D75747"/>
    <w:rsid w:val="00D800F2"/>
    <w:rsid w:val="00D81937"/>
    <w:rsid w:val="00D901B1"/>
    <w:rsid w:val="00D90B53"/>
    <w:rsid w:val="00D914B9"/>
    <w:rsid w:val="00D95F19"/>
    <w:rsid w:val="00D97812"/>
    <w:rsid w:val="00D97DE2"/>
    <w:rsid w:val="00DA175F"/>
    <w:rsid w:val="00DA7E29"/>
    <w:rsid w:val="00DB02D1"/>
    <w:rsid w:val="00DB22BB"/>
    <w:rsid w:val="00DB4CF6"/>
    <w:rsid w:val="00DB675F"/>
    <w:rsid w:val="00DB7449"/>
    <w:rsid w:val="00DC127D"/>
    <w:rsid w:val="00DC1CEF"/>
    <w:rsid w:val="00DC24BC"/>
    <w:rsid w:val="00DC5F1D"/>
    <w:rsid w:val="00DC697B"/>
    <w:rsid w:val="00DC7D19"/>
    <w:rsid w:val="00DD39FC"/>
    <w:rsid w:val="00DD6134"/>
    <w:rsid w:val="00DE115A"/>
    <w:rsid w:val="00DE73D2"/>
    <w:rsid w:val="00DF032C"/>
    <w:rsid w:val="00DF08D1"/>
    <w:rsid w:val="00DF1768"/>
    <w:rsid w:val="00DF1F29"/>
    <w:rsid w:val="00DF2EF3"/>
    <w:rsid w:val="00DF5BD0"/>
    <w:rsid w:val="00E10A82"/>
    <w:rsid w:val="00E137B3"/>
    <w:rsid w:val="00E15672"/>
    <w:rsid w:val="00E159D9"/>
    <w:rsid w:val="00E17877"/>
    <w:rsid w:val="00E20E7A"/>
    <w:rsid w:val="00E219B0"/>
    <w:rsid w:val="00E22B6A"/>
    <w:rsid w:val="00E230C6"/>
    <w:rsid w:val="00E249E8"/>
    <w:rsid w:val="00E31EDA"/>
    <w:rsid w:val="00E37920"/>
    <w:rsid w:val="00E421CB"/>
    <w:rsid w:val="00E4641D"/>
    <w:rsid w:val="00E52277"/>
    <w:rsid w:val="00E552EF"/>
    <w:rsid w:val="00E62348"/>
    <w:rsid w:val="00E62B86"/>
    <w:rsid w:val="00E6625A"/>
    <w:rsid w:val="00E7002A"/>
    <w:rsid w:val="00E70183"/>
    <w:rsid w:val="00E772CB"/>
    <w:rsid w:val="00E776F8"/>
    <w:rsid w:val="00E81452"/>
    <w:rsid w:val="00E82131"/>
    <w:rsid w:val="00E84FCC"/>
    <w:rsid w:val="00E90AE7"/>
    <w:rsid w:val="00E92905"/>
    <w:rsid w:val="00E97950"/>
    <w:rsid w:val="00EA1006"/>
    <w:rsid w:val="00EA4AB3"/>
    <w:rsid w:val="00EA613A"/>
    <w:rsid w:val="00EB7817"/>
    <w:rsid w:val="00EC311E"/>
    <w:rsid w:val="00ED0C08"/>
    <w:rsid w:val="00ED19F1"/>
    <w:rsid w:val="00ED28E2"/>
    <w:rsid w:val="00ED51BB"/>
    <w:rsid w:val="00ED7F68"/>
    <w:rsid w:val="00EE4243"/>
    <w:rsid w:val="00EF173C"/>
    <w:rsid w:val="00EF558A"/>
    <w:rsid w:val="00F112E4"/>
    <w:rsid w:val="00F1261E"/>
    <w:rsid w:val="00F127B6"/>
    <w:rsid w:val="00F15E23"/>
    <w:rsid w:val="00F20658"/>
    <w:rsid w:val="00F20CA8"/>
    <w:rsid w:val="00F23D2D"/>
    <w:rsid w:val="00F277B2"/>
    <w:rsid w:val="00F31DA6"/>
    <w:rsid w:val="00F40CCA"/>
    <w:rsid w:val="00F413D2"/>
    <w:rsid w:val="00F4213F"/>
    <w:rsid w:val="00F42C2F"/>
    <w:rsid w:val="00F435FC"/>
    <w:rsid w:val="00F54F6D"/>
    <w:rsid w:val="00F628D9"/>
    <w:rsid w:val="00F648E0"/>
    <w:rsid w:val="00F67D3F"/>
    <w:rsid w:val="00F7120A"/>
    <w:rsid w:val="00F7432E"/>
    <w:rsid w:val="00F77720"/>
    <w:rsid w:val="00F807C2"/>
    <w:rsid w:val="00F904A8"/>
    <w:rsid w:val="00F90F6D"/>
    <w:rsid w:val="00FA0872"/>
    <w:rsid w:val="00FA427A"/>
    <w:rsid w:val="00FA49E4"/>
    <w:rsid w:val="00FA4E4F"/>
    <w:rsid w:val="00FA4F57"/>
    <w:rsid w:val="00FB3948"/>
    <w:rsid w:val="00FB65FE"/>
    <w:rsid w:val="00FB73D0"/>
    <w:rsid w:val="00FB7B37"/>
    <w:rsid w:val="00FC02F3"/>
    <w:rsid w:val="00FC2C26"/>
    <w:rsid w:val="00FD1744"/>
    <w:rsid w:val="00FE1858"/>
    <w:rsid w:val="00FE2CDC"/>
    <w:rsid w:val="00FE4563"/>
    <w:rsid w:val="00FE5C6F"/>
    <w:rsid w:val="00FF00A3"/>
    <w:rsid w:val="00FF3B3E"/>
    <w:rsid w:val="00FF5893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5:docId w15:val="{8BE13DA4-CCAA-4EF6-A04D-940BB0330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64F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800F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D764F"/>
    <w:pPr>
      <w:keepNext/>
      <w:jc w:val="center"/>
      <w:outlineLvl w:val="1"/>
    </w:pPr>
    <w:rPr>
      <w:rFonts w:ascii="Times New Roman" w:hAnsi="Times New Roman"/>
      <w:b/>
      <w:bCs/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00F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3D76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667A"/>
    <w:rPr>
      <w:rFonts w:ascii="Arial" w:hAnsi="Arial"/>
      <w:sz w:val="24"/>
      <w:szCs w:val="24"/>
    </w:rPr>
  </w:style>
  <w:style w:type="paragraph" w:styleId="a5">
    <w:name w:val="Body Text"/>
    <w:basedOn w:val="a"/>
    <w:rsid w:val="003D764F"/>
    <w:pPr>
      <w:widowControl w:val="0"/>
      <w:autoSpaceDE w:val="0"/>
      <w:autoSpaceDN w:val="0"/>
      <w:adjustRightInd w:val="0"/>
      <w:spacing w:before="20" w:line="300" w:lineRule="auto"/>
      <w:jc w:val="center"/>
    </w:pPr>
    <w:rPr>
      <w:rFonts w:ascii="Times New Roman" w:hAnsi="Times New Roman"/>
      <w:b/>
      <w:bCs/>
      <w:sz w:val="28"/>
      <w:szCs w:val="22"/>
    </w:rPr>
  </w:style>
  <w:style w:type="paragraph" w:styleId="a6">
    <w:name w:val="Balloon Text"/>
    <w:basedOn w:val="a"/>
    <w:semiHidden/>
    <w:rsid w:val="00F42C2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800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unhideWhenUsed/>
    <w:rsid w:val="005866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667A"/>
    <w:rPr>
      <w:rFonts w:ascii="Arial" w:hAnsi="Arial"/>
      <w:sz w:val="24"/>
      <w:szCs w:val="24"/>
    </w:rPr>
  </w:style>
  <w:style w:type="paragraph" w:customStyle="1" w:styleId="s1">
    <w:name w:val="s_1"/>
    <w:basedOn w:val="a"/>
    <w:rsid w:val="00D3534F"/>
    <w:pPr>
      <w:ind w:firstLine="720"/>
      <w:jc w:val="both"/>
    </w:pPr>
    <w:rPr>
      <w:rFonts w:cs="Arial"/>
      <w:sz w:val="26"/>
      <w:szCs w:val="26"/>
    </w:rPr>
  </w:style>
  <w:style w:type="paragraph" w:customStyle="1" w:styleId="ConsPlusNonformat">
    <w:name w:val="ConsPlusNonformat"/>
    <w:rsid w:val="0015152D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styleId="a9">
    <w:name w:val="Hyperlink"/>
    <w:basedOn w:val="a0"/>
    <w:uiPriority w:val="99"/>
    <w:unhideWhenUsed/>
    <w:rsid w:val="0015152D"/>
    <w:rPr>
      <w:color w:val="0000FF"/>
      <w:u w:val="single"/>
    </w:rPr>
  </w:style>
  <w:style w:type="paragraph" w:customStyle="1" w:styleId="ConsPlusTitle">
    <w:name w:val="ConsPlusTitle"/>
    <w:rsid w:val="004164EE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</w:rPr>
  </w:style>
  <w:style w:type="character" w:styleId="aa">
    <w:name w:val="FollowedHyperlink"/>
    <w:basedOn w:val="a0"/>
    <w:uiPriority w:val="99"/>
    <w:semiHidden/>
    <w:unhideWhenUsed/>
    <w:rsid w:val="0009171A"/>
    <w:rPr>
      <w:color w:val="800080"/>
      <w:u w:val="single"/>
    </w:rPr>
  </w:style>
  <w:style w:type="paragraph" w:customStyle="1" w:styleId="font5">
    <w:name w:val="font5"/>
    <w:basedOn w:val="a"/>
    <w:rsid w:val="0009171A"/>
    <w:pPr>
      <w:spacing w:before="100" w:beforeAutospacing="1" w:after="100" w:afterAutospacing="1"/>
    </w:pPr>
    <w:rPr>
      <w:rFonts w:ascii="Times New Roman" w:hAnsi="Times New Roman"/>
      <w:i/>
      <w:iCs/>
      <w:color w:val="000000"/>
      <w:sz w:val="20"/>
      <w:szCs w:val="20"/>
    </w:rPr>
  </w:style>
  <w:style w:type="paragraph" w:customStyle="1" w:styleId="xl191">
    <w:name w:val="xl1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92">
    <w:name w:val="xl1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93">
    <w:name w:val="xl1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4">
    <w:name w:val="xl1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5">
    <w:name w:val="xl1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6">
    <w:name w:val="xl1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7">
    <w:name w:val="xl1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8">
    <w:name w:val="xl1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9">
    <w:name w:val="xl1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0">
    <w:name w:val="xl2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1">
    <w:name w:val="xl2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2">
    <w:name w:val="xl2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3">
    <w:name w:val="xl2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4">
    <w:name w:val="xl2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5">
    <w:name w:val="xl2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6">
    <w:name w:val="xl2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7">
    <w:name w:val="xl2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8">
    <w:name w:val="xl2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9">
    <w:name w:val="xl2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0">
    <w:name w:val="xl2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1">
    <w:name w:val="xl2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12">
    <w:name w:val="xl2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3">
    <w:name w:val="xl2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4">
    <w:name w:val="xl2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5">
    <w:name w:val="xl2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6">
    <w:name w:val="xl2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7">
    <w:name w:val="xl2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8">
    <w:name w:val="xl2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9">
    <w:name w:val="xl2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0">
    <w:name w:val="xl2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1">
    <w:name w:val="xl2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2">
    <w:name w:val="xl2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3">
    <w:name w:val="xl2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4">
    <w:name w:val="xl2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5">
    <w:name w:val="xl2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6">
    <w:name w:val="xl2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7">
    <w:name w:val="xl2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8">
    <w:name w:val="xl2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9">
    <w:name w:val="xl2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0">
    <w:name w:val="xl2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1">
    <w:name w:val="xl2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2">
    <w:name w:val="xl2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3">
    <w:name w:val="xl23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4">
    <w:name w:val="xl2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5">
    <w:name w:val="xl2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6">
    <w:name w:val="xl2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7">
    <w:name w:val="xl2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8">
    <w:name w:val="xl2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9">
    <w:name w:val="xl2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0">
    <w:name w:val="xl2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1">
    <w:name w:val="xl2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2">
    <w:name w:val="xl24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3">
    <w:name w:val="xl2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4">
    <w:name w:val="xl2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5">
    <w:name w:val="xl2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6">
    <w:name w:val="xl2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7">
    <w:name w:val="xl2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8">
    <w:name w:val="xl2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9">
    <w:name w:val="xl2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0">
    <w:name w:val="xl2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1">
    <w:name w:val="xl25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2">
    <w:name w:val="xl25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3">
    <w:name w:val="xl2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4">
    <w:name w:val="xl25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5">
    <w:name w:val="xl25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56">
    <w:name w:val="xl25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7">
    <w:name w:val="xl25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58">
    <w:name w:val="xl25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9">
    <w:name w:val="xl25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0">
    <w:name w:val="xl260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1">
    <w:name w:val="xl26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2">
    <w:name w:val="xl26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63">
    <w:name w:val="xl263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4">
    <w:name w:val="xl26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265">
    <w:name w:val="xl26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6">
    <w:name w:val="xl26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7">
    <w:name w:val="xl26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8">
    <w:name w:val="xl26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9">
    <w:name w:val="xl26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70">
    <w:name w:val="xl27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1">
    <w:name w:val="xl27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2">
    <w:name w:val="xl27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273">
    <w:name w:val="xl27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4">
    <w:name w:val="xl27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26282F"/>
    </w:rPr>
  </w:style>
  <w:style w:type="paragraph" w:customStyle="1" w:styleId="xl275">
    <w:name w:val="xl27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26282F"/>
      <w:sz w:val="20"/>
      <w:szCs w:val="20"/>
    </w:rPr>
  </w:style>
  <w:style w:type="paragraph" w:customStyle="1" w:styleId="xl276">
    <w:name w:val="xl27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7">
    <w:name w:val="xl27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78">
    <w:name w:val="xl27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79">
    <w:name w:val="xl27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0">
    <w:name w:val="xl28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1">
    <w:name w:val="xl28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2">
    <w:name w:val="xl28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3">
    <w:name w:val="xl28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4">
    <w:name w:val="xl28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5">
    <w:name w:val="xl28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6">
    <w:name w:val="xl28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7">
    <w:name w:val="xl28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8">
    <w:name w:val="xl28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9">
    <w:name w:val="xl28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0">
    <w:name w:val="xl29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1">
    <w:name w:val="xl2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2">
    <w:name w:val="xl2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3">
    <w:name w:val="xl2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4">
    <w:name w:val="xl2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5">
    <w:name w:val="xl2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6">
    <w:name w:val="xl2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7">
    <w:name w:val="xl2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8">
    <w:name w:val="xl2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9">
    <w:name w:val="xl2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0">
    <w:name w:val="xl3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1">
    <w:name w:val="xl3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2">
    <w:name w:val="xl3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3">
    <w:name w:val="xl3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4">
    <w:name w:val="xl3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5">
    <w:name w:val="xl3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6">
    <w:name w:val="xl3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7">
    <w:name w:val="xl3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8">
    <w:name w:val="xl3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9">
    <w:name w:val="xl3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0">
    <w:name w:val="xl3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1">
    <w:name w:val="xl3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2">
    <w:name w:val="xl3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3">
    <w:name w:val="xl3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4">
    <w:name w:val="xl3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5">
    <w:name w:val="xl3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6">
    <w:name w:val="xl3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7">
    <w:name w:val="xl3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8">
    <w:name w:val="xl3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9">
    <w:name w:val="xl3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0">
    <w:name w:val="xl3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1">
    <w:name w:val="xl3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2">
    <w:name w:val="xl3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3">
    <w:name w:val="xl3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4">
    <w:name w:val="xl3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5">
    <w:name w:val="xl3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6">
    <w:name w:val="xl3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327">
    <w:name w:val="xl3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8">
    <w:name w:val="xl3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9">
    <w:name w:val="xl3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0">
    <w:name w:val="xl3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1">
    <w:name w:val="xl3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2">
    <w:name w:val="xl3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33">
    <w:name w:val="xl333"/>
    <w:basedOn w:val="a"/>
    <w:rsid w:val="0009171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34">
    <w:name w:val="xl3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5">
    <w:name w:val="xl3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6">
    <w:name w:val="xl3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7">
    <w:name w:val="xl3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8">
    <w:name w:val="xl3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9">
    <w:name w:val="xl3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40">
    <w:name w:val="xl3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1">
    <w:name w:val="xl3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2">
    <w:name w:val="xl342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43">
    <w:name w:val="xl3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4">
    <w:name w:val="xl3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5">
    <w:name w:val="xl3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6">
    <w:name w:val="xl3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7">
    <w:name w:val="xl3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8">
    <w:name w:val="xl3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349">
    <w:name w:val="xl3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50">
    <w:name w:val="xl3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51">
    <w:name w:val="xl351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52">
    <w:name w:val="xl352"/>
    <w:basedOn w:val="a"/>
    <w:rsid w:val="0009171A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3">
    <w:name w:val="xl3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4">
    <w:name w:val="xl354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5">
    <w:name w:val="xl355"/>
    <w:basedOn w:val="a"/>
    <w:rsid w:val="000917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6">
    <w:name w:val="xl356"/>
    <w:basedOn w:val="a"/>
    <w:rsid w:val="000917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5">
    <w:name w:val="xl65"/>
    <w:basedOn w:val="a"/>
    <w:rsid w:val="0030777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6">
    <w:name w:val="xl6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7">
    <w:name w:val="xl6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9">
    <w:name w:val="xl6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0">
    <w:name w:val="xl7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1">
    <w:name w:val="xl7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3">
    <w:name w:val="xl7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5">
    <w:name w:val="xl75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6">
    <w:name w:val="xl7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8">
    <w:name w:val="xl78"/>
    <w:basedOn w:val="a"/>
    <w:rsid w:val="003077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9">
    <w:name w:val="xl7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0">
    <w:name w:val="xl8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1">
    <w:name w:val="xl8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2">
    <w:name w:val="xl82"/>
    <w:basedOn w:val="a"/>
    <w:rsid w:val="00307777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4">
    <w:name w:val="xl8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5">
    <w:name w:val="xl85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6">
    <w:name w:val="xl86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7">
    <w:name w:val="xl8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8">
    <w:name w:val="xl88"/>
    <w:basedOn w:val="a"/>
    <w:rsid w:val="003077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1">
    <w:name w:val="xl9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2">
    <w:name w:val="xl9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3">
    <w:name w:val="xl9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4">
    <w:name w:val="xl9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5">
    <w:name w:val="xl9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6">
    <w:name w:val="xl9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7">
    <w:name w:val="xl9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8">
    <w:name w:val="xl9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9">
    <w:name w:val="xl9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00">
    <w:name w:val="xl10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2">
    <w:name w:val="xl10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6">
    <w:name w:val="xl10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7">
    <w:name w:val="xl10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8">
    <w:name w:val="xl10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9">
    <w:name w:val="xl10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0">
    <w:name w:val="xl11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a"/>
    <w:rsid w:val="00906E59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13">
    <w:name w:val="xl113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906E5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906E5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120">
    <w:name w:val="xl120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1">
    <w:name w:val="xl121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3">
    <w:name w:val="xl123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4">
    <w:name w:val="xl124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5">
    <w:name w:val="xl125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6">
    <w:name w:val="xl126"/>
    <w:basedOn w:val="a"/>
    <w:rsid w:val="00906E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7">
    <w:name w:val="xl12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8">
    <w:name w:val="xl128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9">
    <w:name w:val="xl12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30">
    <w:name w:val="xl130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1">
    <w:name w:val="xl131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2">
    <w:name w:val="xl13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3">
    <w:name w:val="xl133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4">
    <w:name w:val="xl134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5">
    <w:name w:val="xl13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36">
    <w:name w:val="xl136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7">
    <w:name w:val="xl13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8">
    <w:name w:val="xl13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9">
    <w:name w:val="xl139"/>
    <w:basedOn w:val="a"/>
    <w:rsid w:val="00906E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0">
    <w:name w:val="xl140"/>
    <w:basedOn w:val="a"/>
    <w:rsid w:val="00906E5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1">
    <w:name w:val="xl141"/>
    <w:basedOn w:val="a"/>
    <w:rsid w:val="00906E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2">
    <w:name w:val="xl142"/>
    <w:basedOn w:val="a"/>
    <w:rsid w:val="00906E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a"/>
    <w:rsid w:val="00E62B86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571D92"/>
    <w:pPr>
      <w:widowControl w:val="0"/>
      <w:autoSpaceDE w:val="0"/>
      <w:autoSpaceDN w:val="0"/>
      <w:adjustRightInd w:val="0"/>
      <w:jc w:val="both"/>
    </w:pPr>
    <w:rPr>
      <w:rFonts w:cs="Arial"/>
    </w:rPr>
  </w:style>
  <w:style w:type="paragraph" w:customStyle="1" w:styleId="ac">
    <w:name w:val="Прижатый влево"/>
    <w:basedOn w:val="a"/>
    <w:next w:val="a"/>
    <w:uiPriority w:val="99"/>
    <w:rsid w:val="00571D92"/>
    <w:pPr>
      <w:widowControl w:val="0"/>
      <w:autoSpaceDE w:val="0"/>
      <w:autoSpaceDN w:val="0"/>
      <w:adjustRightInd w:val="0"/>
    </w:pPr>
    <w:rPr>
      <w:rFonts w:cs="Arial"/>
    </w:rPr>
  </w:style>
  <w:style w:type="table" w:styleId="ad">
    <w:name w:val="Table Grid"/>
    <w:basedOn w:val="a1"/>
    <w:uiPriority w:val="39"/>
    <w:rsid w:val="006773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ED51BB"/>
  </w:style>
  <w:style w:type="paragraph" w:customStyle="1" w:styleId="msonormal0">
    <w:name w:val="msonormal"/>
    <w:basedOn w:val="a"/>
    <w:rsid w:val="00ED51BB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3">
    <w:name w:val="xl63"/>
    <w:basedOn w:val="a"/>
    <w:rsid w:val="00D914B9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numbering" w:customStyle="1" w:styleId="20">
    <w:name w:val="Нет списка2"/>
    <w:next w:val="a2"/>
    <w:uiPriority w:val="99"/>
    <w:semiHidden/>
    <w:unhideWhenUsed/>
    <w:rsid w:val="00E4641D"/>
  </w:style>
  <w:style w:type="numbering" w:customStyle="1" w:styleId="3">
    <w:name w:val="Нет списка3"/>
    <w:next w:val="a2"/>
    <w:uiPriority w:val="99"/>
    <w:semiHidden/>
    <w:unhideWhenUsed/>
    <w:rsid w:val="00047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1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44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37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7;.&#1079;&#1072;&#1075;&#1086;&#1088;&#1086;&#1076;&#1085;&#1086;&#1074;&#1072;\AppData\Roaming\Microsoft\&#1064;&#1072;&#1073;&#1083;&#1086;&#1085;&#1099;\&#1056;&#1077;&#1096;&#1077;&#1085;&#1080;&#1077;%20&#1043;&#1086;&#1088;&#1089;&#1086;&#1074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EEF67-AA0E-406A-8C89-F1FA11ED9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Горсовета</Template>
  <TotalTime>0</TotalTime>
  <Pages>2</Pages>
  <Words>295</Words>
  <Characters>1685</Characters>
  <Application>Microsoft Office Word</Application>
  <DocSecurity>4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Орска</Company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finu_414_4</dc:creator>
  <cp:lastModifiedBy>Ксения Гречук</cp:lastModifiedBy>
  <cp:revision>2</cp:revision>
  <cp:lastPrinted>2025-05-06T07:31:00Z</cp:lastPrinted>
  <dcterms:created xsi:type="dcterms:W3CDTF">2025-05-05T11:29:00Z</dcterms:created>
  <dcterms:modified xsi:type="dcterms:W3CDTF">2025-05-05T11:29:00Z</dcterms:modified>
</cp:coreProperties>
</file>